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115" type="#_x0000_t75">
            <v:imagedata r:id="rId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3009: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Component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Integration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Systems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Testing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952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7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50" w:lineRule="auto"/>
        <w:ind w:left="144" w:right="270" w:firstLine="-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purpose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6pt;height:13.599986pt;mso-position-horizontal-relative:page;mso-position-vertical-relative:paragraph;z-index:-1114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6pt;width:541.000001pt;height:22.606006pt;mso-position-horizontal-relative:page;mso-position-vertical-relative:paragraph;z-index:-1113" coordorigin="710,33" coordsize="10820,452">
            <v:shape style="position:absolute;left:2143;top:33;width:585;height:117" type="#_x0000_t75">
              <v:imagedata r:id="rId8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3pt;width:541.0pt;height:18.400054pt;mso-position-horizontal-relative:page;mso-position-vertical-relative:paragraph;z-index:-1112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71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2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34pt;width:37.957999pt;height:14.4pt;mso-position-horizontal-relative:page;mso-position-vertical-relative:paragraph;z-index:-1116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480" w:val="left"/>
          <w:tab w:pos="3020" w:val="left"/>
          <w:tab w:pos="4640" w:val="left"/>
          <w:tab w:pos="6580" w:val="left"/>
          <w:tab w:pos="8420" w:val="left"/>
          <w:tab w:pos="91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left="6590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Create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2" w:equalWidth="0">
            <w:col w:w="632" w:space="430"/>
            <w:col w:w="9938"/>
          </w:cols>
        </w:sectPr>
      </w:pPr>
      <w:rPr/>
    </w:p>
    <w:p>
      <w:pPr>
        <w:spacing w:before="0" w:after="0" w:line="97" w:lineRule="exact"/>
        <w:ind w:left="2115" w:right="2321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15.5pt;margin-top:2.307888pt;width:8pt;height:8pt;mso-position-horizontal-relative:page;mso-position-vertical-relative:paragraph;z-index:-1110" type="#_x0000_t75">
            <v:imagedata r:id="rId9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pt;margin-top:3.6pt;width:54.440001pt;height:6pt;mso-position-horizontal-relative:page;mso-position-vertical-relative:paragraph;z-index:-1107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tabs>
                      <w:tab w:pos="740" w:val="left"/>
                    </w:tabs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  <w:t>1</w:t>
                    <w:tab/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90114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Inpatient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2144" w:right="-69"/>
        <w:jc w:val="left"/>
        <w:tabs>
          <w:tab w:pos="57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5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12,</w:t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2016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3" w:equalWidth="0">
            <w:col w:w="6222" w:space="1430"/>
            <w:col w:w="1528" w:space="308"/>
            <w:col w:w="1512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6pt;margin-top:-9.492118pt;width:539.999999pt;height:.1pt;mso-position-horizontal-relative:page;mso-position-vertical-relative:paragraph;z-index:-1111" coordorigin="720,-190" coordsize="10800,2">
            <v:shape style="position:absolute;left:720;top:-190;width:10800;height:2" coordorigin="720,-190" coordsize="10800,0" path="m720,-190l11520,-190e" filled="f" stroked="t" strokeweight=".500048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" w:type="dxa"/>
      </w:tblPr>
      <w:tblGrid/>
      <w:tr>
        <w:trPr>
          <w:trHeight w:val="260" w:hRule="exact"/>
        </w:trPr>
        <w:tc>
          <w:tcPr>
            <w:tcW w:w="1098" w:type="dxa"/>
            <w:tcBorders>
              <w:top w:val="single" w:sz="5.333336" w:space="0" w:color="E6E6E6"/>
              <w:bottom w:val="single" w:sz="5.333473" w:space="0" w:color="E6E6E6"/>
              <w:left w:val="single" w:sz="4" w:space="0" w:color="FFFFFF"/>
              <w:right w:val="nil" w:sz="6" w:space="0" w:color="auto"/>
            </w:tcBorders>
            <w:shd w:val="clear" w:color="auto" w:fill="E6E6E6"/>
          </w:tcPr>
          <w:p>
            <w:pPr>
              <w:spacing w:before="41" w:after="0" w:line="240" w:lineRule="auto"/>
              <w:ind w:left="442" w:right="453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026" w:type="dxa"/>
            <w:tcBorders>
              <w:top w:val="single" w:sz="5.333336" w:space="0" w:color="E6E6E6"/>
              <w:bottom w:val="single" w:sz="5.333473" w:space="0" w:color="E6E6E6"/>
              <w:left w:val="nil" w:sz="6" w:space="0" w:color="auto"/>
              <w:right w:val="nil" w:sz="6" w:space="0" w:color="auto"/>
            </w:tcBorders>
            <w:shd w:val="clear" w:color="auto" w:fill="E6E6E6"/>
          </w:tcPr>
          <w:p>
            <w:pPr>
              <w:spacing w:before="41" w:after="0" w:line="240" w:lineRule="auto"/>
              <w:ind w:left="362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Priority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845" w:type="dxa"/>
            <w:tcBorders>
              <w:top w:val="single" w:sz="5.333336" w:space="0" w:color="E6E6E6"/>
              <w:bottom w:val="single" w:sz="5.333473" w:space="0" w:color="E6E6E6"/>
              <w:left w:val="nil" w:sz="6" w:space="0" w:color="auto"/>
              <w:right w:val="nil" w:sz="6" w:space="0" w:color="auto"/>
            </w:tcBorders>
            <w:shd w:val="clear" w:color="auto" w:fill="E6E6E6"/>
          </w:tcPr>
          <w:p>
            <w:pPr>
              <w:spacing w:before="41" w:after="0" w:line="240" w:lineRule="auto"/>
              <w:ind w:left="249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Name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single" w:sz="5.333336" w:space="0" w:color="E6E6E6"/>
              <w:bottom w:val="single" w:sz="5.333473" w:space="0" w:color="E6E6E6"/>
              <w:left w:val="nil" w:sz="6" w:space="0" w:color="auto"/>
              <w:right w:val="nil" w:sz="6" w:space="0" w:color="auto"/>
            </w:tcBorders>
            <w:shd w:val="clear" w:color="auto" w:fill="E6E6E6"/>
          </w:tcPr>
          <w:p>
            <w:pPr>
              <w:spacing w:before="41" w:after="0" w:line="240" w:lineRule="auto"/>
              <w:ind w:left="132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Test</w:t>
            </w:r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Environment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428" w:type="dxa"/>
            <w:tcBorders>
              <w:top w:val="single" w:sz="5.333336" w:space="0" w:color="E6E6E6"/>
              <w:bottom w:val="single" w:sz="5.333473" w:space="0" w:color="E6E6E6"/>
              <w:left w:val="nil" w:sz="6" w:space="0" w:color="auto"/>
              <w:right w:val="nil" w:sz="6" w:space="0" w:color="auto"/>
            </w:tcBorders>
            <w:shd w:val="clear" w:color="auto" w:fill="E6E6E6"/>
          </w:tcPr>
          <w:p>
            <w:pPr>
              <w:spacing w:before="41" w:after="0" w:line="240" w:lineRule="auto"/>
              <w:ind w:left="360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Iteration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nil" w:sz="6" w:space="0" w:color="auto"/>
              <w:bottom w:val="single" w:sz="5.333473" w:space="0" w:color="E6E6E6"/>
              <w:left w:val="nil" w:sz="6" w:space="0" w:color="auto"/>
              <w:right w:val="nil" w:sz="6" w:space="0" w:color="auto"/>
            </w:tcBorders>
            <w:shd w:val="clear" w:color="auto" w:fill="E6E6E6"/>
          </w:tcPr>
          <w:p>
            <w:pPr>
              <w:spacing w:before="48" w:after="0" w:line="240" w:lineRule="auto"/>
              <w:ind w:left="444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Owner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448" w:type="dxa"/>
            <w:tcBorders>
              <w:top w:val="single" w:sz="5.333336" w:space="0" w:color="E6E6E6"/>
              <w:bottom w:val="single" w:sz="5.333473" w:space="0" w:color="E6E6E6"/>
              <w:left w:val="nil" w:sz="6" w:space="0" w:color="auto"/>
              <w:right w:val="nil" w:sz="6" w:space="0" w:color="auto"/>
            </w:tcBorders>
            <w:shd w:val="clear" w:color="auto" w:fill="E6E6E6"/>
          </w:tcPr>
          <w:p>
            <w:pPr>
              <w:spacing w:before="41" w:after="0" w:line="240" w:lineRule="auto"/>
              <w:ind w:left="282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Created</w:t>
            </w:r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By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105" w:type="dxa"/>
            <w:tcBorders>
              <w:top w:val="single" w:sz="5.333336" w:space="0" w:color="E6E6E6"/>
              <w:bottom w:val="single" w:sz="5.333473" w:space="0" w:color="E6E6E6"/>
              <w:left w:val="nil" w:sz="6" w:space="0" w:color="auto"/>
              <w:right w:val="single" w:sz="4" w:space="0" w:color="FFFFFF"/>
            </w:tcBorders>
            <w:shd w:val="clear" w:color="auto" w:fill="E6E6E6"/>
          </w:tcPr>
          <w:p>
            <w:pPr>
              <w:spacing w:before="41" w:after="0" w:line="240" w:lineRule="auto"/>
              <w:ind w:left="238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666666"/>
                <w:spacing w:val="0"/>
                <w:w w:val="100"/>
                <w:b/>
                <w:bCs/>
              </w:rPr>
              <w:t>Status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</w:tr>
      <w:tr>
        <w:trPr>
          <w:trHeight w:val="437" w:hRule="exact"/>
        </w:trPr>
        <w:tc>
          <w:tcPr>
            <w:tcW w:w="1098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36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106589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026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92" w:right="-20"/>
              <w:jc w:val="left"/>
              <w:rPr>
                <w:rFonts w:ascii="Times New Roman" w:hAnsi="Times New Roman" w:cs="Times New Roman" w:eastAsia="Times New Roman"/>
                <w:sz w:val="16.078125"/>
                <w:szCs w:val="16.078125"/>
              </w:rPr>
            </w:pPr>
            <w:rPr/>
            <w:r>
              <w:rPr/>
              <w:pict>
                <v:shape style="width:8.040000pt;height:8.040000pt;mso-position-horizontal-relative:char;mso-position-vertical-relative:line" type="#_x0000_t75">
                  <v:imagedata r:id="rId10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16.078125"/>
                <w:szCs w:val="16.078125"/>
              </w:rPr>
            </w:r>
          </w:p>
        </w:tc>
        <w:tc>
          <w:tcPr>
            <w:tcW w:w="1845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50" w:lineRule="auto"/>
              <w:ind w:left="244" w:right="66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NSR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20100311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Component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Integration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Systems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Testing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(OR*3.0*420)_Dev1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27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Dev1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color w:val="3087B3"/>
                <w:spacing w:val="0"/>
                <w:w w:val="100"/>
              </w:rPr>
              <w:t>Gold1</w:t>
            </w:r>
            <w:r>
              <w:rPr>
                <w:rFonts w:ascii="Arial" w:hAnsi="Arial" w:cs="Arial" w:eastAsia="Arial"/>
                <w:sz w:val="12"/>
                <w:szCs w:val="12"/>
                <w:color w:val="000000"/>
                <w:spacing w:val="0"/>
                <w:w w:val="100"/>
              </w:rPr>
            </w:r>
          </w:p>
        </w:tc>
        <w:tc>
          <w:tcPr>
            <w:tcW w:w="1428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5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</w:rPr>
              <w:t>Unassigned</w:t>
            </w:r>
          </w:p>
        </w:tc>
        <w:tc>
          <w:tcPr>
            <w:tcW w:w="1350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39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</w:rPr>
              <w:t>Unassigned</w:t>
            </w:r>
          </w:p>
        </w:tc>
        <w:tc>
          <w:tcPr>
            <w:tcW w:w="1448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7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</w:rPr>
              <w:t>            </w:t>
            </w:r>
          </w:p>
        </w:tc>
        <w:tc>
          <w:tcPr>
            <w:tcW w:w="1105" w:type="dxa"/>
            <w:tcBorders>
              <w:top w:val="single" w:sz="5.333473" w:space="0" w:color="E6E6E6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10" w:right="-2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</w:rPr>
              <w:t>Passed</w:t>
            </w:r>
          </w:p>
        </w:tc>
      </w:tr>
    </w:tbl>
    <w:p>
      <w:pPr>
        <w:spacing w:before="0" w:after="0" w:line="123" w:lineRule="exact"/>
        <w:ind w:left="246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7.178899pt;width:539.999998pt;height:.1pt;mso-position-horizontal-relative:page;mso-position-vertical-relative:paragraph;z-index:-1109" coordorigin="720,144" coordsize="10800,2">
            <v:shape style="position:absolute;left:720;top:144;width:10800;height:2" coordorigin="720,144" coordsize="10800,0" path="m720,144l11520,144e" filled="f" stroked="t" strokeweight=".500018pt" strokecolor="#DFDFDF">
              <v:path arrowok="t"/>
            </v:shape>
          </v:group>
          <w10:wrap type="none"/>
        </w:pict>
      </w:r>
      <w:r>
        <w:rPr/>
        <w:pict>
          <v:shape style="position:absolute;margin-left:532.400024pt;margin-top:-11.071112pt;width:7.2pt;height:7.2pt;mso-position-horizontal-relative:page;mso-position-vertical-relative:paragraph;z-index:-1108" type="#_x0000_t75">
            <v:imagedata r:id="rId11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92.199997pt;width:541.000001pt;height:14.999988pt;mso-position-horizontal-relative:page;mso-position-vertical-relative:page;z-index:-1106" coordorigin="710,1844" coordsize="10820,300">
            <v:group style="position:absolute;left:725;top:1884;width:490;height:220" coordorigin="725,1884" coordsize="490,220">
              <v:shape style="position:absolute;left:725;top:1884;width:490;height:220" coordorigin="725,1884" coordsize="490,220" path="m725,1884l1215,1884,1215,2104,725,2104,725,1884e" filled="t" fillcolor="#E6E6E6" stroked="f">
                <v:path arrowok="t"/>
                <v:fill/>
              </v:shape>
            </v:group>
            <v:group style="position:absolute;left:717;top:1851;width:503;height:2" coordorigin="717,1851" coordsize="503,2">
              <v:shape style="position:absolute;left:717;top:1851;width:503;height:2" coordorigin="717,1851" coordsize="503,0" path="m718,1851l1222,1851e" filled="f" stroked="t" strokeweight=".666667pt" strokecolor="#E6E6E6">
                <v:path arrowok="t"/>
              </v:shape>
            </v:group>
            <v:group style="position:absolute;left:723;top:1877;width:493;height:2" coordorigin="723,1877" coordsize="493,2">
              <v:shape style="position:absolute;left:723;top:1877;width:493;height:2" coordorigin="723,1877" coordsize="493,0" path="m732,1877l1225,1877e" filled="f" stroked="t" strokeweight=".666667pt" strokecolor="#E6E6E6">
                <v:path arrowok="t"/>
              </v:shape>
            </v:group>
            <v:group style="position:absolute;left:723;top:2111;width:493;height:2" coordorigin="723,2111" coordsize="493,2">
              <v:shape style="position:absolute;left:723;top:2111;width:493;height:2" coordorigin="723,2111" coordsize="493,0" path="m727,2111l1220,2111e" filled="f" stroked="t" strokeweight=".666667pt" strokecolor="#E6E6E6">
                <v:path arrowok="t"/>
              </v:shape>
            </v:group>
            <v:group style="position:absolute;left:720;top:1864;width:2;height:260" coordorigin="720,1864" coordsize="2,260">
              <v:shape style="position:absolute;left:720;top:1864;width:2;height:260" coordorigin="720,1864" coordsize="0,260" path="m720,1884l720,2144e" filled="f" stroked="t" strokeweight=".5pt" strokecolor="#FFFFFF">
                <v:path arrowok="t"/>
              </v:shape>
            </v:group>
            <v:group style="position:absolute;left:1225;top:1884;width:7890;height:220" coordorigin="1225,1884" coordsize="7890,220">
              <v:shape style="position:absolute;left:1225;top:1884;width:7890;height:220" coordorigin="1225,1884" coordsize="7890,220" path="m1225,1884l9115,1884,9115,2104,1225,2104,1225,1884e" filled="t" fillcolor="#E6E6E6" stroked="f">
                <v:path arrowok="t"/>
                <v:fill/>
              </v:shape>
            </v:group>
            <v:group style="position:absolute;left:1220;top:1851;width:7900;height:2" coordorigin="1220,1851" coordsize="7900,2">
              <v:shape style="position:absolute;left:1220;top:1851;width:7900;height:2" coordorigin="1220,1851" coordsize="7900,0" path="m1220,1851l9120,1851e" filled="f" stroked="t" strokeweight=".666667pt" strokecolor="#E6E6E6">
                <v:path arrowok="t"/>
              </v:shape>
            </v:group>
            <v:group style="position:absolute;left:1223;top:1877;width:7893;height:2" coordorigin="1223,1877" coordsize="7893,2">
              <v:shape style="position:absolute;left:1223;top:1877;width:7893;height:2" coordorigin="1223,1877" coordsize="7893,0" path="m1227,1877l9120,1877e" filled="f" stroked="t" strokeweight=".666667pt" strokecolor="#E6E6E6">
                <v:path arrowok="t"/>
              </v:shape>
            </v:group>
            <v:group style="position:absolute;left:1223;top:2111;width:7893;height:2" coordorigin="1223,2111" coordsize="7893,2">
              <v:shape style="position:absolute;left:1223;top:2111;width:7893;height:2" coordorigin="1223,2111" coordsize="7893,0" path="m1227,2111l9120,2111e" filled="f" stroked="t" strokeweight=".666667pt" strokecolor="#E6E6E6">
                <v:path arrowok="t"/>
              </v:shape>
            </v:group>
            <v:group style="position:absolute;left:9125;top:1884;width:2390;height:220" coordorigin="9125,1884" coordsize="2390,220">
              <v:shape style="position:absolute;left:9125;top:1884;width:2390;height:220" coordorigin="9125,1884" coordsize="2390,220" path="m9125,1884l11515,1884,11515,2104,9125,2104,9125,1884e" filled="t" fillcolor="#E6E6E6" stroked="f">
                <v:path arrowok="t"/>
                <v:fill/>
              </v:shape>
            </v:group>
            <v:group style="position:absolute;left:9120;top:1851;width:2403;height:2" coordorigin="9120,1851" coordsize="2403,2">
              <v:shape style="position:absolute;left:9120;top:1851;width:2403;height:2" coordorigin="9120,1851" coordsize="2403,0" path="m9120,1851l11523,1851e" filled="f" stroked="t" strokeweight=".666667pt" strokecolor="#E6E6E6">
                <v:path arrowok="t"/>
              </v:shape>
            </v:group>
            <v:group style="position:absolute;left:9123;top:1877;width:2393;height:2" coordorigin="9123,1877" coordsize="2393,2">
              <v:shape style="position:absolute;left:9123;top:1877;width:2393;height:2" coordorigin="9123,1877" coordsize="2393,0" path="m9127,1877l11520,1877e" filled="f" stroked="t" strokeweight=".666667pt" strokecolor="#E6E6E6">
                <v:path arrowok="t"/>
              </v:shape>
            </v:group>
            <v:group style="position:absolute;left:11520;top:1864;width:2;height:260" coordorigin="11520,1864" coordsize="2,260">
              <v:shape style="position:absolute;left:11520;top:1864;width:2;height:260" coordorigin="11520,1864" coordsize="0,260" path="m11520,1884l11520,2144e" filled="f" stroked="t" strokeweight=".5pt" strokecolor="#FFFFFF">
                <v:path arrowok="t"/>
              </v:shape>
            </v:group>
            <v:group style="position:absolute;left:9123;top:2111;width:2393;height:2" coordorigin="9123,2111" coordsize="2393,2">
              <v:shape style="position:absolute;left:9123;top:2111;width:2393;height:2" coordorigin="9123,2111" coordsize="2393,0" path="m9127,2111l11520,2111e" filled="f" stroked="t" strokeweight=".666667pt" strokecolor="#E6E6E6">
                <v:path arrowok="t"/>
              </v:shape>
            </v:group>
            <v:group style="position:absolute;left:720;top:2137;width:10800;height:2" coordorigin="720,2137" coordsize="10800,2">
              <v:shape style="position:absolute;left:720;top:2137;width:10800;height:2" coordorigin="720,2137" coordsize="10800,0" path="m720,2137l11520,2137e" filled="f" stroked="t" strokeweight=".666679pt" strokecolor="#E6E6E6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151.399994pt;width:541.000001pt;height:14.999976pt;mso-position-horizontal-relative:page;mso-position-vertical-relative:page;z-index:-1105" coordorigin="710,3028" coordsize="10820,300">
            <v:group style="position:absolute;left:725;top:3068;width:5390;height:220" coordorigin="725,3068" coordsize="5390,220">
              <v:shape style="position:absolute;left:725;top:3068;width:5390;height:220" coordorigin="725,3068" coordsize="5390,220" path="m725,3068l6115,3068,6115,3288,725,3288,725,3068e" filled="t" fillcolor="#E6E6E6" stroked="f">
                <v:path arrowok="t"/>
                <v:fill/>
              </v:shape>
            </v:group>
            <v:group style="position:absolute;left:717;top:3035;width:5403;height:2" coordorigin="717,3035" coordsize="5403,2">
              <v:shape style="position:absolute;left:717;top:3035;width:5403;height:2" coordorigin="717,3035" coordsize="5403,0" path="m718,3035l6122,3035e" filled="f" stroked="t" strokeweight=".666667pt" strokecolor="#E6E6E6">
                <v:path arrowok="t"/>
              </v:shape>
            </v:group>
            <v:group style="position:absolute;left:723;top:3061;width:5393;height:2" coordorigin="723,3061" coordsize="5393,2">
              <v:shape style="position:absolute;left:723;top:3061;width:5393;height:2" coordorigin="723,3061" coordsize="5393,0" path="m732,3061l6125,3061e" filled="f" stroked="t" strokeweight=".666667pt" strokecolor="#E6E6E6">
                <v:path arrowok="t"/>
              </v:shape>
            </v:group>
            <v:group style="position:absolute;left:723;top:3295;width:5393;height:2" coordorigin="723,3295" coordsize="5393,2">
              <v:shape style="position:absolute;left:723;top:3295;width:5393;height:2" coordorigin="723,3295" coordsize="5393,0" path="m727,3295l6120,3295e" filled="f" stroked="t" strokeweight=".666667pt" strokecolor="#E6E6E6">
                <v:path arrowok="t"/>
              </v:shape>
            </v:group>
            <v:group style="position:absolute;left:720;top:3048;width:2;height:260" coordorigin="720,3048" coordsize="2,260">
              <v:shape style="position:absolute;left:720;top:3048;width:2;height:260" coordorigin="720,3048" coordsize="0,260" path="m720,3068l720,3328e" filled="f" stroked="t" strokeweight=".5pt" strokecolor="#FFFFFF">
                <v:path arrowok="t"/>
              </v:shape>
            </v:group>
            <v:group style="position:absolute;left:6125;top:3068;width:5390;height:220" coordorigin="6125,3068" coordsize="5390,220">
              <v:shape style="position:absolute;left:6125;top:3068;width:5390;height:220" coordorigin="6125,3068" coordsize="5390,220" path="m6125,3068l11515,3068,11515,3288,6125,3288,6125,3068e" filled="t" fillcolor="#E6E6E6" stroked="f">
                <v:path arrowok="t"/>
                <v:fill/>
              </v:shape>
            </v:group>
            <v:group style="position:absolute;left:6120;top:3035;width:5403;height:2" coordorigin="6120,3035" coordsize="5403,2">
              <v:shape style="position:absolute;left:6120;top:3035;width:5403;height:2" coordorigin="6120,3035" coordsize="5403,0" path="m6120,3035l11523,3035e" filled="f" stroked="t" strokeweight=".666667pt" strokecolor="#E6E6E6">
                <v:path arrowok="t"/>
              </v:shape>
            </v:group>
            <v:group style="position:absolute;left:6123;top:3061;width:5393;height:2" coordorigin="6123,3061" coordsize="5393,2">
              <v:shape style="position:absolute;left:6123;top:3061;width:5393;height:2" coordorigin="6123,3061" coordsize="5393,0" path="m6127,3061l11520,3061e" filled="f" stroked="t" strokeweight=".666667pt" strokecolor="#E6E6E6">
                <v:path arrowok="t"/>
              </v:shape>
            </v:group>
            <v:group style="position:absolute;left:11520;top:3048;width:2;height:260" coordorigin="11520,3048" coordsize="2,260">
              <v:shape style="position:absolute;left:11520;top:3048;width:2;height:260" coordorigin="11520,3048" coordsize="0,260" path="m11520,3068l11520,3328e" filled="f" stroked="t" strokeweight=".5pt" strokecolor="#FFFFFF">
                <v:path arrowok="t"/>
              </v:shape>
            </v:group>
            <v:group style="position:absolute;left:6123;top:3295;width:5393;height:2" coordorigin="6123,3295" coordsize="5393,2">
              <v:shape style="position:absolute;left:6123;top:3295;width:5393;height:2" coordorigin="6123,3295" coordsize="5393,0" path="m6127,3295l11520,3295e" filled="f" stroked="t" strokeweight=".666667pt" strokecolor="#E6E6E6">
                <v:path arrowok="t"/>
              </v:shape>
            </v:group>
            <v:group style="position:absolute;left:720;top:3321;width:10800;height:2" coordorigin="720,3321" coordsize="10800,2">
              <v:shape style="position:absolute;left:720;top:3321;width:10800;height:2" coordorigin="720,3321" coordsize="10800,0" path="m720,3321l11520,3321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104" type="#_x0000_t75">
            <v:imagedata r:id="rId13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90114: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3" w:lineRule="auto"/>
        <w:ind w:left="100" w:right="2783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10:54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7:29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14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CI/ST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6pt;height:13.599986pt;mso-position-horizontal-relative:page;mso-position-vertical-relative:paragraph;z-index:-1103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pt;width:541.000001pt;height:15.000001pt;mso-position-horizontal-relative:page;mso-position-vertical-relative:paragraph;z-index:-1102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7pt;width:541.000001pt;height:15.000001pt;mso-position-horizontal-relative:page;mso-position-vertical-relative:paragraph;z-index:-1101" coordorigin="710,454" coordsize="10820,300">
            <v:group style="position:absolute;left:725;top:494;width:10790;height:220" coordorigin="725,494" coordsize="10790,220">
              <v:shape style="position:absolute;left:725;top:494;width:10790;height:220" coordorigin="725,494" coordsize="10790,220" path="m725,494l11515,494,11515,714,725,714,725,494e" filled="t" fillcolor="#E6E6E6" stroked="f">
                <v:path arrowok="t"/>
                <v:fill/>
              </v:shape>
            </v:group>
            <v:group style="position:absolute;left:717;top:461;width:10807;height:2" coordorigin="717,461" coordsize="10807,2">
              <v:shape style="position:absolute;left:717;top:461;width:10807;height:2" coordorigin="717,461" coordsize="10807,0" path="m718,461l11525,461e" filled="f" stroked="t" strokeweight=".666667pt" strokecolor="#E6E6E6">
                <v:path arrowok="t"/>
              </v:shape>
            </v:group>
            <v:group style="position:absolute;left:723;top:487;width:10793;height:2" coordorigin="723,487" coordsize="10793,2">
              <v:shape style="position:absolute;left:723;top:487;width:10793;height:2" coordorigin="723,487" coordsize="10793,0" path="m732,487l11525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723;top:721;width:10793;height:2" coordorigin="723,721" coordsize="10793,2">
              <v:shape style="position:absolute;left:723;top:721;width:10793;height:2" coordorigin="723,721" coordsize="10793,0" path="m727,721l115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6pt;width:541.000001pt;height:22.606021pt;mso-position-horizontal-relative:page;mso-position-vertical-relative:paragraph;z-index:-1100" coordorigin="710,33" coordsize="10820,452">
            <v:shape style="position:absolute;left:2143;top:33;width:585;height:117" type="#_x0000_t75">
              <v:imagedata r:id="rId15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6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63pt;width:540.999998pt;height:15.0pt;mso-position-horizontal-relative:page;mso-position-vertical-relative:paragraph;z-index:-1099" coordorigin="710,429" coordsize="10820,300">
            <v:group style="position:absolute;left:725;top:469;width:638;height:220" coordorigin="725,469" coordsize="638,220">
              <v:shape style="position:absolute;left:725;top:469;width:638;height:220" coordorigin="725,469" coordsize="638,220" path="m725,469l1363,469,1363,689,725,689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696;width:641;height:2" coordorigin="723,696" coordsize="641,2">
              <v:shape style="position:absolute;left:723;top:696;width:641;height:2" coordorigin="723,696" coordsize="641,0" path="m727,696l1368,696e" filled="f" stroked="t" strokeweight=".666667pt" strokecolor="#E6E6E6">
                <v:path arrowok="t"/>
              </v:shape>
            </v:group>
            <v:group style="position:absolute;left:720;top:449;width:2;height:260" coordorigin="720,449" coordsize="2,260">
              <v:shape style="position:absolute;left:720;top:449;width:2;height:260" coordorigin="720,449" coordsize="0,260" path="m720,469l720,729e" filled="f" stroked="t" strokeweight=".5pt" strokecolor="#FFFFFF">
                <v:path arrowok="t"/>
              </v:shape>
            </v:group>
            <v:group style="position:absolute;left:1373;top:469;width:2798;height:220" coordorigin="1373,469" coordsize="2798,220">
              <v:shape style="position:absolute;left:1373;top:469;width:2798;height:220" coordorigin="1373,469" coordsize="2798,220" path="m1373,469l4171,469,4171,689,1373,689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696;width:2801;height:2" coordorigin="1371,696" coordsize="2801,2">
              <v:shape style="position:absolute;left:1371;top:696;width:2801;height:2" coordorigin="1371,696" coordsize="2801,0" path="m1375,696l4176,696e" filled="f" stroked="t" strokeweight=".666667pt" strokecolor="#E6E6E6">
                <v:path arrowok="t"/>
              </v:shape>
            </v:group>
            <v:group style="position:absolute;left:4181;top:469;width:962;height:220" coordorigin="4181,469" coordsize="962,220">
              <v:shape style="position:absolute;left:4181;top:469;width:962;height:220" coordorigin="4181,469" coordsize="962,220" path="m4181,469l5143,469,5143,689,4181,689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696;width:965;height:2" coordorigin="4179,696" coordsize="965,2">
              <v:shape style="position:absolute;left:4179;top:696;width:965;height:2" coordorigin="4179,696" coordsize="965,0" path="m4183,696l5148,696e" filled="f" stroked="t" strokeweight=".666667pt" strokecolor="#E6E6E6">
                <v:path arrowok="t"/>
              </v:shape>
            </v:group>
            <v:group style="position:absolute;left:5153;top:469;width:1178;height:220" coordorigin="5153,469" coordsize="1178,220">
              <v:shape style="position:absolute;left:5153;top:469;width:1178;height:220" coordorigin="5153,469" coordsize="1178,220" path="m5153,469l6331,469,6331,689,5153,689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696;width:1181;height:2" coordorigin="5151,696" coordsize="1181,2">
              <v:shape style="position:absolute;left:5151;top:696;width:1181;height:2" coordorigin="5151,696" coordsize="1181,0" path="m5155,696l6336,696e" filled="f" stroked="t" strokeweight=".666667pt" strokecolor="#E6E6E6">
                <v:path arrowok="t"/>
              </v:shape>
            </v:group>
            <v:group style="position:absolute;left:6341;top:469;width:1178;height:220" coordorigin="6341,469" coordsize="1178,220">
              <v:shape style="position:absolute;left:6341;top:469;width:1178;height:220" coordorigin="6341,469" coordsize="1178,220" path="m6341,469l7519,469,7519,689,6341,689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696;width:1181;height:2" coordorigin="6339,696" coordsize="1181,2">
              <v:shape style="position:absolute;left:6339;top:696;width:1181;height:2" coordorigin="6339,696" coordsize="1181,0" path="m6343,696l7524,696e" filled="f" stroked="t" strokeweight=".666667pt" strokecolor="#E6E6E6">
                <v:path arrowok="t"/>
              </v:shape>
            </v:group>
            <v:group style="position:absolute;left:7529;top:469;width:1394;height:220" coordorigin="7529,469" coordsize="1394,220">
              <v:shape style="position:absolute;left:7529;top:469;width:1394;height:220" coordorigin="7529,469" coordsize="1394,220" path="m7529,469l8923,469,8923,689,7529,689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696;width:1397;height:2" coordorigin="7527,696" coordsize="1397,2">
              <v:shape style="position:absolute;left:7527;top:696;width:1397;height:2" coordorigin="7527,696" coordsize="1397,0" path="m7531,696l8928,696e" filled="f" stroked="t" strokeweight=".666667pt" strokecolor="#E6E6E6">
                <v:path arrowok="t"/>
              </v:shape>
            </v:group>
            <v:group style="position:absolute;left:8933;top:469;width:1178;height:220" coordorigin="8933,469" coordsize="1178,220">
              <v:shape style="position:absolute;left:8933;top:469;width:1178;height:220" coordorigin="8933,469" coordsize="1178,220" path="m8933,469l10111,469,10111,689,8933,689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696;width:1181;height:2" coordorigin="8931,696" coordsize="1181,2">
              <v:shape style="position:absolute;left:8931;top:696;width:1181;height:2" coordorigin="8931,696" coordsize="1181,0" path="m8935,696l10116,696e" filled="f" stroked="t" strokeweight=".666667pt" strokecolor="#E6E6E6">
                <v:path arrowok="t"/>
              </v:shape>
            </v:group>
            <v:group style="position:absolute;left:10121;top:469;width:1394;height:220" coordorigin="10121,469" coordsize="1394,220">
              <v:shape style="position:absolute;left:10121;top:469;width:1394;height:220" coordorigin="10121,469" coordsize="1394,220" path="m10121,469l11515,469,11515,689,10121,689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260" coordorigin="11520,449" coordsize="2,260">
              <v:shape style="position:absolute;left:11520;top:449;width:2;height:260" coordorigin="11520,449" coordsize="0,260" path="m11520,469l11520,729e" filled="f" stroked="t" strokeweight=".5pt" strokecolor="#FFFFFF">
                <v:path arrowok="t"/>
              </v:shape>
            </v:group>
            <v:group style="position:absolute;left:10119;top:696;width:1397;height:2" coordorigin="10119,696" coordsize="1397,2">
              <v:shape style="position:absolute;left:10119;top:696;width:1397;height:2" coordorigin="10119,696" coordsize="1397,0" path="m10123,696l11520,696e" filled="f" stroked="t" strokeweight=".666667pt" strokecolor="#E6E6E6">
                <v:path arrowok="t"/>
              </v:shape>
            </v:group>
            <v:group style="position:absolute;left:720;top:722;width:10800;height:2" coordorigin="720,722" coordsize="10800,2">
              <v:shape style="position:absolute;left:720;top:722;width:10800;height:2" coordorigin="720,722" coordsize="10800,0" path="m720,722l11520,722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Validates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620"/>
          <w:footerReference w:type="default" r:id="rId12"/>
          <w:pgSz w:w="12240" w:h="1584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.360001pt;margin-top:4.366043pt;width:16.680001pt;height:6pt;mso-position-horizontal-relative:page;mso-position-vertical-relative:paragraph;z-index:-1097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81429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9" w:lineRule="exact"/>
        <w:ind w:left="848" w:right="-69"/>
        <w:jc w:val="left"/>
        <w:tabs>
          <w:tab w:pos="3640" w:val="left"/>
          <w:tab w:pos="46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0.812202pt;width:539.999997pt;height:.1pt;mso-position-horizontal-relative:page;mso-position-vertical-relative:paragraph;z-index:-1098" coordorigin="720,216" coordsize="10800,2">
            <v:shape style="position:absolute;left:720;top:216;width:10800;height:2" coordorigin="720,216" coordsize="10800,0" path="m720,216l11520,216e" filled="f" stroked="t" strokeweight=".500001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(OR*3.0*420)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Manual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11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67" w:lineRule="exact"/>
        <w:ind w:right="-20"/>
        <w:jc w:val="left"/>
        <w:tabs>
          <w:tab w:pos="1180" w:val="left"/>
          <w:tab w:pos="2580" w:val="left"/>
          <w:tab w:pos="37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(Leidos)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12,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--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2" w:equalWidth="0">
            <w:col w:w="5022" w:space="794"/>
            <w:col w:w="5184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1096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106562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36" w:lineRule="exact"/>
        <w:ind w:left="616" w:right="-64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5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width:8pt;height:8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1"/>
        </w:rPr>
        <w:t>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Inpatient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1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33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Gold1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011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5.444897pt;width:539.999999pt;height:.1pt;mso-position-horizontal-relative:page;mso-position-vertical-relative:paragraph;z-index:-1095" coordorigin="720,309" coordsize="10800,2">
            <v:shape style="position:absolute;left:720;top:309;width:10800;height:2" coordorigin="720,309" coordsize="10800,0" path="m720,309l11520,309e" filled="f" stroked="t" strokeweight=".500098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10pt;width:7.2pt;height:7.2pt;mso-position-horizontal-relative:page;mso-position-vertical-relative:paragraph;z-index:-1094" type="#_x0000_t75">
            <v:imagedata r:id="rId17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10,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83" w:space="637"/>
            <w:col w:w="1831" w:space="405"/>
            <w:col w:w="3196" w:space="152"/>
            <w:col w:w="934" w:space="146"/>
            <w:col w:w="1034" w:space="262"/>
            <w:col w:w="1480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1093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1092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315.381989pt;width:541.500003pt;height:13.599986pt;mso-position-horizontal-relative:page;mso-position-vertical-relative:page;z-index:-1090" coordorigin="705,6308" coordsize="10830,272">
            <v:group style="position:absolute;left:720;top:6348;width:10800;height:192" coordorigin="720,6348" coordsize="10800,192">
              <v:shape style="position:absolute;left:720;top:6348;width:10800;height:192" coordorigin="720,6348" coordsize="10800,192" path="m720,6348l11520,6348,11520,6540,720,6540,720,6348e" filled="t" fillcolor="#E6E6E6" stroked="f">
                <v:path arrowok="t"/>
                <v:fill/>
              </v:shape>
            </v:group>
            <v:group style="position:absolute;left:712;top:6314;width:10817;height:2" coordorigin="712,6314" coordsize="10817,2">
              <v:shape style="position:absolute;left:712;top:6314;width:10817;height:2" coordorigin="712,6314" coordsize="10817,0" path="m713,6314l11530,6314e" filled="f" stroked="t" strokeweight=".666667pt" strokecolor="#E6E6E6">
                <v:path arrowok="t"/>
              </v:shape>
            </v:group>
            <v:group style="position:absolute;left:718;top:6341;width:10803;height:2" coordorigin="718,6341" coordsize="10803,2">
              <v:shape style="position:absolute;left:718;top:6341;width:10803;height:2" coordorigin="718,6341" coordsize="10803,0" path="m727,6341l11530,6341e" filled="f" stroked="t" strokeweight=".666667pt" strokecolor="#E6E6E6">
                <v:path arrowok="t"/>
              </v:shape>
            </v:group>
            <v:group style="position:absolute;left:11525;top:6328;width:2;height:232" coordorigin="11525,6328" coordsize="2,232">
              <v:shape style="position:absolute;left:11525;top:6328;width:2;height:232" coordorigin="11525,6328" coordsize="0,232" path="m11525,6348l11525,6580e" filled="f" stroked="t" strokeweight=".5pt" strokecolor="#FFFFFF">
                <v:path arrowok="t"/>
              </v:shape>
            </v:group>
            <v:group style="position:absolute;left:718;top:6546;width:10803;height:2" coordorigin="718,6546" coordsize="10803,2">
              <v:shape style="position:absolute;left:718;top:6546;width:10803;height:2" coordorigin="718,6546" coordsize="10803,0" path="m727,6546l11530,6546e" filled="f" stroked="t" strokeweight=".666667pt" strokecolor="#E6E6E6">
                <v:path arrowok="t"/>
              </v:shape>
            </v:group>
            <v:group style="position:absolute;left:712;top:6573;width:10817;height:2" coordorigin="712,6573" coordsize="10817,2">
              <v:shape style="position:absolute;left:712;top:6573;width:10817;height:2" coordorigin="712,6573" coordsize="10817,0" path="m713,6573l11530,6573e" filled="f" stroked="t" strokeweight=".666667pt" strokecolor="#E6E6E6">
                <v:path arrowok="t"/>
              </v:shape>
            </v:group>
            <v:group style="position:absolute;left:715;top:6328;width:2;height:232" coordorigin="715,6328" coordsize="2,232">
              <v:shape style="position:absolute;left:715;top:6328;width:2;height:232" coordorigin="715,6328" coordsize="0,232" path="m715,6348l715,6580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62.182007pt;width:539.718009pt;height:164.337982pt;mso-position-horizontal-relative:page;mso-position-vertical-relative:page;z-index:-1089" coordorigin="723,7244" coordsize="10794,3287">
            <v:group style="position:absolute;left:728;top:7249;width:10784;height:2" coordorigin="728,7249" coordsize="10784,2">
              <v:shape style="position:absolute;left:728;top:7249;width:10784;height:2" coordorigin="728,7249" coordsize="10784,0" path="m733,7249l11517,7249e" filled="f" stroked="t" strokeweight=".5pt" strokecolor="#000000">
                <v:path arrowok="t"/>
              </v:shape>
            </v:group>
            <v:group style="position:absolute;left:11512;top:7249;width:2;height:3277" coordorigin="11512,7249" coordsize="2,3277">
              <v:shape style="position:absolute;left:11512;top:7249;width:2;height:3277" coordorigin="11512,7249" coordsize="0,3277" path="m11512,7254l11512,10530e" filled="f" stroked="t" strokeweight=".5pt" strokecolor="#000000">
                <v:path arrowok="t"/>
              </v:shape>
            </v:group>
            <v:group style="position:absolute;left:728;top:10525;width:10784;height:2" coordorigin="728,10525" coordsize="10784,2">
              <v:shape style="position:absolute;left:728;top:10525;width:10784;height:2" coordorigin="728,10525" coordsize="10784,0" path="m733,10525l11517,10525e" filled="f" stroked="t" strokeweight=".5pt" strokecolor="#000000">
                <v:path arrowok="t"/>
              </v:shape>
            </v:group>
            <v:group style="position:absolute;left:728;top:7249;width:2;height:3277" coordorigin="728,7249" coordsize="2,3277">
              <v:shape style="position:absolute;left:728;top:7249;width:2;height:3277" coordorigin="728,7249" coordsize="0,3277" path="m728,7254l728,1053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34.519958pt;width:539.718009pt;height:145.138031pt;mso-position-horizontal-relative:page;mso-position-vertical-relative:page;z-index:-1088" coordorigin="723,10690" coordsize="10794,2903">
            <v:group style="position:absolute;left:728;top:10695;width:10784;height:2" coordorigin="728,10695" coordsize="10784,2">
              <v:shape style="position:absolute;left:728;top:10695;width:10784;height:2" coordorigin="728,10695" coordsize="10784,0" path="m733,10695l11517,10695e" filled="f" stroked="t" strokeweight=".5pt" strokecolor="#000000">
                <v:path arrowok="t"/>
              </v:shape>
            </v:group>
            <v:group style="position:absolute;left:11512;top:10695;width:2;height:2893" coordorigin="11512,10695" coordsize="2,2893">
              <v:shape style="position:absolute;left:11512;top:10695;width:2;height:2893" coordorigin="11512,10695" coordsize="0,2893" path="m11512,10700l11512,13593e" filled="f" stroked="t" strokeweight=".5pt" strokecolor="#000000">
                <v:path arrowok="t"/>
              </v:shape>
            </v:group>
            <v:group style="position:absolute;left:728;top:13588;width:10784;height:2" coordorigin="728,13588" coordsize="10784,2">
              <v:shape style="position:absolute;left:728;top:13588;width:10784;height:2" coordorigin="728,13588" coordsize="10784,0" path="m733,13588l11517,13588e" filled="f" stroked="t" strokeweight=".5pt" strokecolor="#000000">
                <v:path arrowok="t"/>
              </v:shape>
            </v:group>
            <v:group style="position:absolute;left:728;top:10695;width:2;height:2893" coordorigin="728,10695" coordsize="2,2893">
              <v:shape style="position:absolute;left:728;top:10695;width:2;height:2893" coordorigin="728,10695" coordsize="0,2893" path="m728,10700l728,1359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7.40802pt;width:539.718009pt;height:30.268982pt;mso-position-horizontal-relative:page;mso-position-vertical-relative:page;z-index:-1087" coordorigin="723,13748" coordsize="10794,605">
            <v:group style="position:absolute;left:728;top:13758;width:10784;height:2" coordorigin="728,13758" coordsize="10784,2">
              <v:shape style="position:absolute;left:728;top:13758;width:10784;height:2" coordorigin="728,13758" coordsize="10784,0" path="m733,13758l11517,13758e" filled="f" stroked="t" strokeweight=".5pt" strokecolor="#000000">
                <v:path arrowok="t"/>
              </v:shape>
            </v:group>
            <v:group style="position:absolute;left:11512;top:13758;width:2;height:590" coordorigin="11512,13758" coordsize="2,590">
              <v:shape style="position:absolute;left:11512;top:13758;width:2;height:590" coordorigin="11512,13758" coordsize="0,590" path="m11512,13763l11512,14354e" filled="f" stroked="t" strokeweight=".5pt" strokecolor="#000000">
                <v:path arrowok="t"/>
              </v:shape>
            </v:group>
            <v:group style="position:absolute;left:728;top:13758;width:2;height:590" coordorigin="728,13758" coordsize="2,590">
              <v:shape style="position:absolute;left:728;top:13758;width:2;height:590" coordorigin="728,13758" coordsize="0,590" path="m728,13763l728,1435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570.669983pt;width:180pt;height:120pt;mso-position-horizontal-relative:page;mso-position-vertical-relative:page;z-index:31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D:20160218124120-05'00'2/18/2016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11:41:20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50" w:lineRule="auto"/>
                    <w:ind w:left="40" w:right="57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click</w:t>
                  </w:r>
                </w:p>
              </w:txbxContent>
            </v:textbox>
            <v:fill opacity="45875f"/>
          </v:shape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091" type="#_x0000_t75">
            <v:imagedata r:id="rId19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81429: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Intake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Inpatient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Lab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CPRS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0*420)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634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459" w:lineRule="auto"/>
        <w:ind w:left="100" w:right="50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Copied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017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(LR*5.2*465)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Physician.</w:t>
      </w:r>
    </w:p>
    <w:p>
      <w:pPr>
        <w:spacing w:before="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90.093002pt;margin-top:-1.165891pt;width:18.414pt;height:18.414pt;mso-position-horizontal-relative:page;mso-position-vertical-relative:paragraph;z-index:-1086" coordorigin="3802,-23" coordsize="368,368">
            <v:group style="position:absolute;left:3812;top:-13;width:348;height:348" coordorigin="3812,-13" coordsize="348,348">
              <v:shape style="position:absolute;left:3812;top:-13;width:348;height:348" coordorigin="3812,-13" coordsize="348,348" path="m4151,-13l3821,-13,3812,-5,3812,326,3821,335,4151,335,4160,326,4160,-5,4151,-13e" filled="t" fillcolor="#FFFFFF" stroked="f">
                <v:path arrowok="t"/>
                <v:fill/>
              </v:shape>
            </v:group>
            <v:group style="position:absolute;left:3812;top:-13;width:348;height:348" coordorigin="3812,-13" coordsize="348,348">
              <v:shape style="position:absolute;left:3812;top:-13;width:348;height:348" coordorigin="3812,-13" coordsize="348,348" path="m4151,-13l3821,-13,3812,-5,3812,326,3821,335,4151,335,4160,326,4160,276,3906,276,3894,276,3890,272,3902,254,3907,234,3863,184,3851,149,3853,129,3886,78,3947,50,3972,46,4160,46,4160,-5,4151,-13e" filled="t" fillcolor="#FFFF00" stroked="f">
                <v:path arrowok="t"/>
                <v:fill/>
              </v:shape>
              <v:shape style="position:absolute;left:3812;top:-13;width:348;height:348" coordorigin="3812,-13" coordsize="348,348" path="m3978,239l3960,254,3941,265,3922,272,3906,276,4160,276,4160,239,3986,239,3978,239e" filled="t" fillcolor="#FFFF00" stroked="f">
                <v:path arrowok="t"/>
                <v:fill/>
              </v:shape>
              <v:shape style="position:absolute;left:3812;top:-13;width:348;height:348" coordorigin="3812,-13" coordsize="348,348" path="m4160,46l3972,46,4001,47,4027,52,4089,81,4120,126,4118,149,4089,203,4031,233,3986,239,4160,239,4160,46e" filled="t" fillcolor="#FFFF00" stroked="f">
                <v:path arrowok="t"/>
                <v:fill/>
              </v:shape>
            </v:group>
            <v:group style="position:absolute;left:3851;top:46;width:269;height:230" coordorigin="3851,46" coordsize="269,230">
              <v:shape style="position:absolute;left:3851;top:46;width:269;height:230" coordorigin="3851,46" coordsize="269,230" path="m3986,239l3983,239,3980,239,3978,239,3960,254,3941,265,3922,272,3906,276,3894,276,3890,272,3902,254,3907,234,3863,184,3851,149,3853,129,3886,78,3947,50,3972,46,4001,47,4072,69,4120,126,4118,149,4089,203,4031,233,4008,238e" filled="f" stroked="t" strokeweight=".59pt" strokecolor="#000000">
                <v:path arrowok="t"/>
              </v:shape>
            </v:group>
            <v:group style="position:absolute;left:3812;top:-13;width:348;height:348" coordorigin="3812,-13" coordsize="348,348">
              <v:shape style="position:absolute;left:3812;top:-13;width:348;height:348" coordorigin="3812,-13" coordsize="348,348" path="m4141,-13l3831,-13,3821,-13,3812,-5,3812,6,3812,316,3812,326,3821,335,3831,335,4141,335,4151,335,4160,326,4160,316,4160,6,4160,-5,4151,-13,4141,-13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18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07.619003pt;mso-position-horizontal-relative:page;mso-position-vertical-relative:page;z-index:-1084" coordorigin="723,1435" coordsize="10794,2152">
            <v:group style="position:absolute;left:11512;top:1440;width:2;height:2142" coordorigin="11512,1440" coordsize="2,2142">
              <v:shape style="position:absolute;left:11512;top:1440;width:2;height:2142" coordorigin="11512,1440" coordsize="0,2142" path="m11512,1440l11512,3582e" filled="f" stroked="t" strokeweight=".5pt" strokecolor="#000000">
                <v:path arrowok="t"/>
              </v:shape>
            </v:group>
            <v:group style="position:absolute;left:728;top:3582;width:10784;height:2" coordorigin="728,3582" coordsize="10784,2">
              <v:shape style="position:absolute;left:728;top:3582;width:10784;height:2" coordorigin="728,3582" coordsize="10784,0" path="m733,3582l11517,3582e" filled="f" stroked="t" strokeweight=".5pt" strokecolor="#000000">
                <v:path arrowok="t"/>
              </v:shape>
            </v:group>
            <v:group style="position:absolute;left:728;top:1440;width:2;height:2142" coordorigin="728,1440" coordsize="2,2142">
              <v:shape style="position:absolute;left:728;top:1440;width:2;height:2142" coordorigin="728,1440" coordsize="0,2142" path="m728,1440l728,358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87.369003pt;width:539.718009pt;height:145.137986pt;mso-position-horizontal-relative:page;mso-position-vertical-relative:page;z-index:-1083" coordorigin="723,3747" coordsize="10794,2903">
            <v:group style="position:absolute;left:728;top:3752;width:10784;height:2" coordorigin="728,3752" coordsize="10784,2">
              <v:shape style="position:absolute;left:728;top:3752;width:10784;height:2" coordorigin="728,3752" coordsize="10784,0" path="m733,3752l11517,3752e" filled="f" stroked="t" strokeweight=".5pt" strokecolor="#000000">
                <v:path arrowok="t"/>
              </v:shape>
            </v:group>
            <v:group style="position:absolute;left:11512;top:3752;width:2;height:2893" coordorigin="11512,3752" coordsize="2,2893">
              <v:shape style="position:absolute;left:11512;top:3752;width:2;height:2893" coordorigin="11512,3752" coordsize="0,2893" path="m11512,3757l11512,6650e" filled="f" stroked="t" strokeweight=".5pt" strokecolor="#000000">
                <v:path arrowok="t"/>
              </v:shape>
            </v:group>
            <v:group style="position:absolute;left:728;top:6645;width:10784;height:2" coordorigin="728,6645" coordsize="10784,2">
              <v:shape style="position:absolute;left:728;top:6645;width:10784;height:2" coordorigin="728,6645" coordsize="10784,0" path="m733,6645l11517,6645e" filled="f" stroked="t" strokeweight=".5pt" strokecolor="#000000">
                <v:path arrowok="t"/>
              </v:shape>
            </v:group>
            <v:group style="position:absolute;left:728;top:3752;width:2;height:2893" coordorigin="728,3752" coordsize="2,2893">
              <v:shape style="position:absolute;left:728;top:3752;width:2;height:2893" coordorigin="728,3752" coordsize="0,2893" path="m728,3757l728,66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0.506989pt;width:539.718009pt;height:145.138pt;mso-position-horizontal-relative:page;mso-position-vertical-relative:page;z-index:-1082" coordorigin="723,6810" coordsize="10794,2903">
            <v:group style="position:absolute;left:728;top:6815;width:10784;height:2" coordorigin="728,6815" coordsize="10784,2">
              <v:shape style="position:absolute;left:728;top:6815;width:10784;height:2" coordorigin="728,6815" coordsize="10784,0" path="m733,6815l11517,6815e" filled="f" stroked="t" strokeweight=".5pt" strokecolor="#000000">
                <v:path arrowok="t"/>
              </v:shape>
            </v:group>
            <v:group style="position:absolute;left:11512;top:6815;width:2;height:2893" coordorigin="11512,6815" coordsize="2,2893">
              <v:shape style="position:absolute;left:11512;top:6815;width:2;height:2893" coordorigin="11512,6815" coordsize="0,2893" path="m11512,6820l11512,9713e" filled="f" stroked="t" strokeweight=".5pt" strokecolor="#000000">
                <v:path arrowok="t"/>
              </v:shape>
            </v:group>
            <v:group style="position:absolute;left:728;top:9708;width:10784;height:2" coordorigin="728,9708" coordsize="10784,2">
              <v:shape style="position:absolute;left:728;top:9708;width:10784;height:2" coordorigin="728,9708" coordsize="10784,0" path="m733,9708l11517,9708e" filled="f" stroked="t" strokeweight=".5pt" strokecolor="#000000">
                <v:path arrowok="t"/>
              </v:shape>
            </v:group>
            <v:group style="position:absolute;left:728;top:6815;width:2;height:2893" coordorigin="728,6815" coordsize="2,2893">
              <v:shape style="position:absolute;left:728;top:6815;width:2;height:2893" coordorigin="728,6815" coordsize="0,2893" path="m728,6820l728,97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93.644989pt;width:539.718009pt;height:145.138031pt;mso-position-horizontal-relative:page;mso-position-vertical-relative:page;z-index:-1081" coordorigin="723,9873" coordsize="10794,2903">
            <v:group style="position:absolute;left:728;top:9878;width:10784;height:2" coordorigin="728,9878" coordsize="10784,2">
              <v:shape style="position:absolute;left:728;top:9878;width:10784;height:2" coordorigin="728,9878" coordsize="10784,0" path="m733,9878l11517,9878e" filled="f" stroked="t" strokeweight=".5pt" strokecolor="#000000">
                <v:path arrowok="t"/>
              </v:shape>
            </v:group>
            <v:group style="position:absolute;left:11512;top:9878;width:2;height:2893" coordorigin="11512,9878" coordsize="2,2893">
              <v:shape style="position:absolute;left:11512;top:9878;width:2;height:2893" coordorigin="11512,9878" coordsize="0,2893" path="m11512,9883l11512,12776e" filled="f" stroked="t" strokeweight=".5pt" strokecolor="#000000">
                <v:path arrowok="t"/>
              </v:shape>
            </v:group>
            <v:group style="position:absolute;left:728;top:12771;width:10784;height:2" coordorigin="728,12771" coordsize="10784,2">
              <v:shape style="position:absolute;left:728;top:12771;width:10784;height:2" coordorigin="728,12771" coordsize="10784,0" path="m733,12771l11517,12771e" filled="f" stroked="t" strokeweight=".5pt" strokecolor="#000000">
                <v:path arrowok="t"/>
              </v:shape>
            </v:group>
            <v:group style="position:absolute;left:728;top:9878;width:2;height:2893" coordorigin="728,9878" coordsize="2,2893">
              <v:shape style="position:absolute;left:728;top:9878;width:2;height:2893" coordorigin="728,9878" coordsize="0,2893" path="m728,9883l728,1277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46.53302pt;width:539.718009pt;height:61.468994pt;mso-position-horizontal-relative:page;mso-position-vertical-relative:page;z-index:-1079" coordorigin="723,12931" coordsize="10794,1229">
            <v:group style="position:absolute;left:728;top:12941;width:10784;height:2" coordorigin="728,12941" coordsize="10784,2">
              <v:shape style="position:absolute;left:728;top:12941;width:10784;height:2" coordorigin="728,12941" coordsize="10784,0" path="m733,12941l11517,12941e" filled="f" stroked="t" strokeweight=".5pt" strokecolor="#000000">
                <v:path arrowok="t"/>
              </v:shape>
            </v:group>
            <v:group style="position:absolute;left:11512;top:12941;width:2;height:1214" coordorigin="11512,12941" coordsize="2,1214">
              <v:shape style="position:absolute;left:11512;top:12941;width:2;height:1214" coordorigin="11512,12941" coordsize="0,1214" path="m11512,12946l11512,14160e" filled="f" stroked="t" strokeweight=".5pt" strokecolor="#000000">
                <v:path arrowok="t"/>
              </v:shape>
            </v:group>
            <v:group style="position:absolute;left:728;top:12941;width:2;height:1214" coordorigin="728,12941" coordsize="2,1214">
              <v:shape style="position:absolute;left:728;top:12941;width:2;height:1214" coordorigin="728,12941" coordsize="0,1214" path="m728,12946l728,1416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7.892029pt;margin-top:223.801025pt;width:174.107971pt;height:150.544952pt;mso-position-horizontal-relative:page;mso-position-vertical-relative:page;z-index:41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D:20160218124512-05'00'2/18/2016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11:45:12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</w:p>
                <w:p>
                  <w:pPr>
                    <w:spacing w:before="10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delete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space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before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comma;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delete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extra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space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before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Chemistry</w:t>
                  </w:r>
                </w:p>
                <w:p>
                  <w:pPr>
                    <w:spacing w:before="10" w:after="0" w:line="240" w:lineRule="auto"/>
                    <w:ind w:left="40" w:right="-20"/>
                    <w:jc w:val="left"/>
                  </w:pPr>
                  <w:rPr/>
                </w:p>
                <w:p>
                  <w:pPr>
                    <w:spacing w:before="10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Not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clear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what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this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saying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-first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says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to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enter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an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"available"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test,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and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says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to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select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a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"Chemistry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Panel"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test.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Does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second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phrase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clarify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first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phrase,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or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this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two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separate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actions?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If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two,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should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say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"and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select."</w:t>
                  </w:r>
                </w:p>
                <w:p>
                  <w:pPr>
                    <w:spacing w:before="10" w:after="0" w:line="240" w:lineRule="auto"/>
                    <w:ind w:left="40" w:right="-20"/>
                    <w:jc w:val="left"/>
                  </w:pPr>
                  <w:rPr/>
                </w:p>
              </w:txbxContent>
            </v:textbox>
            <v:fill opacity="45875f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259.375pt;width:180pt;height:120pt;mso-position-horizontal-relative:page;mso-position-vertical-relative:page;z-index:42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D:20160218124519-05'00'2/18/2016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11:45:19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50" w:lineRule="auto"/>
                    <w:ind w:left="40" w:right="57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and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the...</w:t>
                  </w:r>
                </w:p>
              </w:txbxContent>
            </v:textbox>
            <v:fill opacity="45875f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412.259003pt;width:180pt;height:120pt;mso-position-horizontal-relative:page;mso-position-vertical-relative:page;z-index:43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D:20160218124606-05'00'2/18/2016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11:46:06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</w:p>
                <w:p>
                  <w:pPr>
                    <w:spacing w:before="10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what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does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"following"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refer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to?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need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that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word?</w:t>
                  </w:r>
                </w:p>
              </w:txbxContent>
            </v:textbox>
            <v:fill opacity="45875f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537.054016pt;width:180pt;height:120pt;mso-position-horizontal-relative:page;mso-position-vertical-relative:page;z-index:44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D:20160218124637-05'00'2/18/2016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11:46:37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50" w:lineRule="auto"/>
                    <w:ind w:left="40" w:right="57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delete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"on"</w:t>
                  </w:r>
                </w:p>
              </w:txbxContent>
            </v:textbox>
            <v:fill opacity="45875f"/>
          </v:shape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88.250992pt;margin-top:-.768873pt;width:18.414pt;height:18.414pt;mso-position-horizontal-relative:page;mso-position-vertical-relative:paragraph;z-index:-1078" coordorigin="3765,-15" coordsize="368,368">
            <v:group style="position:absolute;left:3775;top:-5;width:348;height:348" coordorigin="3775,-5" coordsize="348,348">
              <v:shape style="position:absolute;left:3775;top:-5;width:348;height:348" coordorigin="3775,-5" coordsize="348,348" path="m4115,-5l3784,-5,3775,3,3775,334,3784,343,4115,343,4123,334,4123,3,4115,-5e" filled="t" fillcolor="#FFFFFF" stroked="f">
                <v:path arrowok="t"/>
                <v:fill/>
              </v:shape>
            </v:group>
            <v:group style="position:absolute;left:3775;top:-5;width:348;height:348" coordorigin="3775,-5" coordsize="348,348">
              <v:shape style="position:absolute;left:3775;top:-5;width:348;height:348" coordorigin="3775,-5" coordsize="348,348" path="m4115,-5l3784,-5,3775,3,3775,334,3784,343,4115,343,4123,334,4123,284,3869,284,3858,284,3853,280,3865,262,3870,242,3826,192,3814,157,3816,137,3849,86,3910,58,3935,54,4123,54,4123,3,4115,-5e" filled="t" fillcolor="#FFFF00" stroked="f">
                <v:path arrowok="t"/>
                <v:fill/>
              </v:shape>
              <v:shape style="position:absolute;left:3775;top:-5;width:348;height:348" coordorigin="3775,-5" coordsize="348,348" path="m3941,247l3923,262,3904,273,3885,280,3869,284,4123,284,4123,247,3949,247,3941,247e" filled="t" fillcolor="#FFFF00" stroked="f">
                <v:path arrowok="t"/>
                <v:fill/>
              </v:shape>
              <v:shape style="position:absolute;left:3775;top:-5;width:348;height:348" coordorigin="3775,-5" coordsize="348,348" path="m4123,54l3935,54,3964,55,3990,60,4052,89,4083,134,4081,157,4052,210,3994,241,3949,247,4123,247,4123,54e" filled="t" fillcolor="#FFFF00" stroked="f">
                <v:path arrowok="t"/>
                <v:fill/>
              </v:shape>
            </v:group>
            <v:group style="position:absolute;left:3814;top:54;width:269;height:230" coordorigin="3814,54" coordsize="269,230">
              <v:shape style="position:absolute;left:3814;top:54;width:269;height:230" coordorigin="3814,54" coordsize="269,230" path="m3949,247l3946,247,3944,247,3941,247,3923,262,3904,273,3885,280,3869,284,3858,284,3853,280,3865,262,3870,242,3826,192,3814,157,3816,137,3849,86,3910,58,3935,54,3964,55,4035,77,4083,134,4081,157,4052,210,3994,241,3971,246e" filled="f" stroked="t" strokeweight=".59pt" strokecolor="#000000">
                <v:path arrowok="t"/>
              </v:shape>
            </v:group>
            <v:group style="position:absolute;left:3775;top:-5;width:348;height:348" coordorigin="3775,-5" coordsize="348,348">
              <v:shape style="position:absolute;left:3775;top:-5;width:348;height:348" coordorigin="3775,-5" coordsize="348,348" path="m4104,-5l3794,-5,3784,-5,3775,3,3775,14,3775,324,3775,334,3784,343,3794,343,4104,343,4115,343,4123,334,4123,324,4123,14,4123,3,4115,-5,4104,-5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Chemistry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92.856003pt;margin-top:-1.114881pt;width:18.414pt;height:18.414pt;mso-position-horizontal-relative:page;mso-position-vertical-relative:paragraph;z-index:-1077" coordorigin="3857,-22" coordsize="368,368">
            <v:group style="position:absolute;left:3867;top:-12;width:348;height:348" coordorigin="3867,-12" coordsize="348,348">
              <v:shape style="position:absolute;left:3867;top:-12;width:348;height:348" coordorigin="3867,-12" coordsize="348,348" path="m4207,-12l3876,-12,3867,-4,3867,327,3876,336,4207,336,4215,327,4215,-4,4207,-12e" filled="t" fillcolor="#FFFFFF" stroked="f">
                <v:path arrowok="t"/>
                <v:fill/>
              </v:shape>
            </v:group>
            <v:group style="position:absolute;left:3867;top:-12;width:348;height:348" coordorigin="3867,-12" coordsize="348,348">
              <v:shape style="position:absolute;left:3867;top:-12;width:348;height:348" coordorigin="3867,-12" coordsize="348,348" path="m4207,-12l3876,-12,3867,-4,3867,327,3876,336,4207,336,4215,327,4215,277,3961,277,3950,277,3945,273,3957,255,3962,235,3918,185,3906,150,3908,130,3941,79,4002,51,4027,47,4215,47,4215,-4,4207,-12e" filled="t" fillcolor="#FFFF00" stroked="f">
                <v:path arrowok="t"/>
                <v:fill/>
              </v:shape>
              <v:shape style="position:absolute;left:3867;top:-12;width:348;height:348" coordorigin="3867,-12" coordsize="348,348" path="m4033,240l4015,255,3996,266,3977,273,3961,277,4215,277,4215,240,4041,240,4033,240e" filled="t" fillcolor="#FFFF00" stroked="f">
                <v:path arrowok="t"/>
                <v:fill/>
              </v:shape>
              <v:shape style="position:absolute;left:3867;top:-12;width:348;height:348" coordorigin="3867,-12" coordsize="348,348" path="m4215,47l4027,47,4056,48,4082,53,4144,82,4175,127,4173,150,4144,204,4087,234,4041,240,4215,240,4215,47e" filled="t" fillcolor="#FFFF00" stroked="f">
                <v:path arrowok="t"/>
                <v:fill/>
              </v:shape>
            </v:group>
            <v:group style="position:absolute;left:3906;top:47;width:269;height:230" coordorigin="3906,47" coordsize="269,230">
              <v:shape style="position:absolute;left:3906;top:47;width:269;height:230" coordorigin="3906,47" coordsize="269,230" path="m4041,240l4038,240,4036,240,4033,240,4015,255,3996,266,3977,273,3961,277,3950,277,3945,273,3957,255,3962,235,3918,185,3906,150,3908,130,3941,79,4002,51,4027,47,4056,48,4127,70,4175,127,4173,150,4144,204,4087,234,4063,239e" filled="f" stroked="t" strokeweight=".59pt" strokecolor="#000000">
                <v:path arrowok="t"/>
              </v:shape>
            </v:group>
            <v:group style="position:absolute;left:3867;top:-12;width:348;height:348" coordorigin="3867,-12" coordsize="348,348">
              <v:shape style="position:absolute;left:3867;top:-12;width:348;height:348" coordorigin="3867,-12" coordsize="348,348" path="m4196,-12l3886,-12,3876,-12,3867,-4,3867,7,3867,317,3867,327,3876,336,3886,336,4196,336,4207,336,4215,327,4215,317,4215,7,4215,-4,4207,-12,4196,-12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49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242.128998pt;margin-top:3.236102pt;width:18.414pt;height:18.414pt;mso-position-horizontal-relative:page;mso-position-vertical-relative:paragraph;z-index:-1076" coordorigin="4843,65" coordsize="368,368">
            <v:group style="position:absolute;left:4853;top:75;width:348;height:348" coordorigin="4853,75" coordsize="348,348">
              <v:shape style="position:absolute;left:4853;top:75;width:348;height:348" coordorigin="4853,75" coordsize="348,348" path="m5192,75l4861,75,4853,83,4853,414,4861,423,5192,423,5201,414,5201,83,5192,75e" filled="t" fillcolor="#FFFFFF" stroked="f">
                <v:path arrowok="t"/>
                <v:fill/>
              </v:shape>
            </v:group>
            <v:group style="position:absolute;left:4853;top:75;width:348;height:348" coordorigin="4853,75" coordsize="348,348">
              <v:shape style="position:absolute;left:4853;top:75;width:348;height:348" coordorigin="4853,75" coordsize="348,348" path="m5192,75l4861,75,4853,83,4853,414,4861,423,5192,423,5201,414,5201,364,4946,364,4935,364,4931,360,4943,342,4947,322,4903,272,4892,237,4894,217,4926,166,4988,138,5013,134,5201,134,5201,83,5192,75e" filled="t" fillcolor="#FFFF00" stroked="f">
                <v:path arrowok="t"/>
                <v:fill/>
              </v:shape>
              <v:shape style="position:absolute;left:4853;top:75;width:348;height:348" coordorigin="4853,75" coordsize="348,348" path="m5018,327l5001,342,4982,353,4963,360,4946,364,5201,364,5201,327,5027,327,5018,327e" filled="t" fillcolor="#FFFF00" stroked="f">
                <v:path arrowok="t"/>
                <v:fill/>
              </v:shape>
              <v:shape style="position:absolute;left:4853;top:75;width:348;height:348" coordorigin="4853,75" coordsize="348,348" path="m5201,134l5013,134,5041,136,5068,140,5130,169,5160,214,5159,237,5129,291,5072,321,5027,327,5201,327,5201,134e" filled="t" fillcolor="#FFFF00" stroked="f">
                <v:path arrowok="t"/>
                <v:fill/>
              </v:shape>
            </v:group>
            <v:group style="position:absolute;left:4892;top:134;width:269;height:230" coordorigin="4892,134" coordsize="269,230">
              <v:shape style="position:absolute;left:4892;top:134;width:269;height:230" coordorigin="4892,134" coordsize="269,230" path="m5027,327l5024,327,5021,327,5018,327,5001,342,4982,353,4963,360,4946,364,4935,364,4931,360,4943,342,4947,322,4903,272,4892,237,4894,217,4926,166,4988,138,5013,134,5041,136,5112,157,5160,214,5159,237,5129,291,5072,321,5049,326e" filled="f" stroked="t" strokeweight=".59pt" strokecolor="#000000">
                <v:path arrowok="t"/>
              </v:shape>
            </v:group>
            <v:group style="position:absolute;left:4853;top:75;width:348;height:348" coordorigin="4853,75" coordsize="348,348">
              <v:shape style="position:absolute;left:4853;top:75;width:348;height:348" coordorigin="4853,75" coordsize="348,348" path="m5182,75l4872,75,4861,75,4853,83,4853,94,4853,404,4853,414,4861,423,4872,423,5182,423,5192,423,5201,414,5201,404,5201,94,5201,83,5192,75,5182,75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4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Unsaved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42.156502pt;margin-top:.106112pt;width:40.314999pt;height:18.414pt;mso-position-horizontal-relative:page;mso-position-vertical-relative:paragraph;z-index:-1080" coordorigin="843,2" coordsize="806,368">
            <v:group style="position:absolute;left:846;top:167;width:800;height:2" coordorigin="846,167" coordsize="800,2">
              <v:shape style="position:absolute;left:846;top:167;width:800;height:2" coordorigin="846,167" coordsize="800,0" path="m846,167l1646,167e" filled="f" stroked="t" strokeweight=".307pt" strokecolor="#000000">
                <v:path arrowok="t"/>
              </v:shape>
            </v:group>
            <v:group style="position:absolute;left:1159;top:12;width:348;height:348" coordorigin="1159,12" coordsize="348,348">
              <v:shape style="position:absolute;left:1159;top:12;width:348;height:348" coordorigin="1159,12" coordsize="348,348" path="m1499,12l1168,12,1159,21,1159,352,1168,360,1499,360,1508,352,1508,21,1499,12e" filled="t" fillcolor="#FFFFFF" stroked="f">
                <v:path arrowok="t"/>
                <v:fill/>
              </v:shape>
            </v:group>
            <v:group style="position:absolute;left:1159;top:12;width:348;height:348" coordorigin="1159,12" coordsize="348,348">
              <v:shape style="position:absolute;left:1159;top:12;width:348;height:348" coordorigin="1159,12" coordsize="348,348" path="m1499,12l1168,12,1159,21,1159,352,1168,360,1499,360,1508,352,1508,301,1253,301,1242,301,1238,298,1250,279,1254,260,1210,209,1198,175,1201,154,1233,104,1295,75,1319,71,1508,71,1508,21,1499,12e" filled="t" fillcolor="#FFFF00" stroked="f">
                <v:path arrowok="t"/>
                <v:fill/>
              </v:shape>
              <v:shape style="position:absolute;left:1159;top:12;width:348;height:348" coordorigin="1159,12" coordsize="348,348" path="m1325,264l1308,279,1288,291,1270,298,1253,301,1508,301,1508,264,1334,264,1325,264e" filled="t" fillcolor="#FFFF00" stroked="f">
                <v:path arrowok="t"/>
                <v:fill/>
              </v:shape>
              <v:shape style="position:absolute;left:1159;top:12;width:348;height:348" coordorigin="1159,12" coordsize="348,348" path="m1508,71l1319,71,1348,73,1375,77,1437,106,1467,152,1465,174,1436,228,1379,259,1334,264,1508,264,1508,71e" filled="t" fillcolor="#FFFF00" stroked="f">
                <v:path arrowok="t"/>
                <v:fill/>
              </v:shape>
            </v:group>
            <v:group style="position:absolute;left:1198;top:71;width:269;height:230" coordorigin="1198,71" coordsize="269,230">
              <v:shape style="position:absolute;left:1198;top:71;width:269;height:230" coordorigin="1198,71" coordsize="269,230" path="m1334,264l1331,264,1328,264,1325,264,1308,279,1288,291,1270,298,1253,301,1242,301,1238,298,1250,279,1254,260,1210,209,1198,175,1201,154,1233,104,1295,75,1319,71,1348,73,1419,94,1467,152,1465,174,1436,228,1379,259,1355,263e" filled="f" stroked="t" strokeweight=".59pt" strokecolor="#000000">
                <v:path arrowok="t"/>
              </v:shape>
            </v:group>
            <v:group style="position:absolute;left:1159;top:12;width:348;height:348" coordorigin="1159,12" coordsize="348,348">
              <v:shape style="position:absolute;left:1159;top:12;width:348;height:348" coordorigin="1159,12" coordsize="348,348" path="m1488,12l1179,12,1168,12,1159,21,1159,31,1159,341,1159,352,1168,360,1179,360,1488,360,1499,360,1508,352,1508,341,1508,31,1508,21,1499,12,1488,12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Description</w:t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26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76.418999pt;mso-position-horizontal-relative:page;mso-position-vertical-relative:page;z-index:-1071" coordorigin="723,1435" coordsize="10794,1528">
            <v:group style="position:absolute;left:11512;top:1440;width:2;height:1518" coordorigin="11512,1440" coordsize="2,1518">
              <v:shape style="position:absolute;left:11512;top:1440;width:2;height:1518" coordorigin="11512,1440" coordsize="0,1518" path="m11512,1440l11512,2958e" filled="f" stroked="t" strokeweight=".5pt" strokecolor="#000000">
                <v:path arrowok="t"/>
              </v:shape>
            </v:group>
            <v:group style="position:absolute;left:728;top:2958;width:10784;height:2" coordorigin="728,2958" coordsize="10784,2">
              <v:shape style="position:absolute;left:728;top:2958;width:10784;height:2" coordorigin="728,2958" coordsize="10784,0" path="m733,2958l11517,2958e" filled="f" stroked="t" strokeweight=".5pt" strokecolor="#000000">
                <v:path arrowok="t"/>
              </v:shape>
            </v:group>
            <v:group style="position:absolute;left:728;top:1440;width:2;height:1518" coordorigin="728,1440" coordsize="2,1518">
              <v:shape style="position:absolute;left:728;top:1440;width:2;height:1518" coordorigin="728,1440" coordsize="0,1518" path="m728,1440l728,29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56.169006pt;width:539.718009pt;height:154.737999pt;mso-position-horizontal-relative:page;mso-position-vertical-relative:page;z-index:-1070" coordorigin="723,3123" coordsize="10794,3095">
            <v:group style="position:absolute;left:728;top:3128;width:10784;height:2" coordorigin="728,3128" coordsize="10784,2">
              <v:shape style="position:absolute;left:728;top:3128;width:10784;height:2" coordorigin="728,3128" coordsize="10784,0" path="m733,3128l11517,3128e" filled="f" stroked="t" strokeweight=".5pt" strokecolor="#000000">
                <v:path arrowok="t"/>
              </v:shape>
            </v:group>
            <v:group style="position:absolute;left:11512;top:3128;width:2;height:3085" coordorigin="11512,3128" coordsize="2,3085">
              <v:shape style="position:absolute;left:11512;top:3128;width:2;height:3085" coordorigin="11512,3128" coordsize="0,3085" path="m11512,3133l11512,6218e" filled="f" stroked="t" strokeweight=".5pt" strokecolor="#000000">
                <v:path arrowok="t"/>
              </v:shape>
            </v:group>
            <v:group style="position:absolute;left:728;top:6213;width:10784;height:2" coordorigin="728,6213" coordsize="10784,2">
              <v:shape style="position:absolute;left:728;top:6213;width:10784;height:2" coordorigin="728,6213" coordsize="10784,0" path="m733,6213l11517,6213e" filled="f" stroked="t" strokeweight=".5pt" strokecolor="#000000">
                <v:path arrowok="t"/>
              </v:shape>
            </v:group>
            <v:group style="position:absolute;left:728;top:3128;width:2;height:3085" coordorigin="728,3128" coordsize="2,3085">
              <v:shape style="position:absolute;left:728;top:3128;width:2;height:3085" coordorigin="728,3128" coordsize="0,3085" path="m728,3133l728,62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18.907013pt;width:539.718009pt;height:145.138015pt;mso-position-horizontal-relative:page;mso-position-vertical-relative:page;z-index:-1069" coordorigin="723,6378" coordsize="10794,2903">
            <v:group style="position:absolute;left:728;top:6383;width:10784;height:2" coordorigin="728,6383" coordsize="10784,2">
              <v:shape style="position:absolute;left:728;top:6383;width:10784;height:2" coordorigin="728,6383" coordsize="10784,0" path="m733,6383l11517,6383e" filled="f" stroked="t" strokeweight=".5pt" strokecolor="#000000">
                <v:path arrowok="t"/>
              </v:shape>
            </v:group>
            <v:group style="position:absolute;left:11512;top:6383;width:2;height:2893" coordorigin="11512,6383" coordsize="2,2893">
              <v:shape style="position:absolute;left:11512;top:6383;width:2;height:2893" coordorigin="11512,6383" coordsize="0,2893" path="m11512,6388l11512,9281e" filled="f" stroked="t" strokeweight=".5pt" strokecolor="#000000">
                <v:path arrowok="t"/>
              </v:shape>
            </v:group>
            <v:group style="position:absolute;left:728;top:9276;width:10784;height:2" coordorigin="728,9276" coordsize="10784,2">
              <v:shape style="position:absolute;left:728;top:9276;width:10784;height:2" coordorigin="728,9276" coordsize="10784,0" path="m733,9276l11517,9276e" filled="f" stroked="t" strokeweight=".5pt" strokecolor="#000000">
                <v:path arrowok="t"/>
              </v:shape>
            </v:group>
            <v:group style="position:absolute;left:728;top:6383;width:2;height:2893" coordorigin="728,6383" coordsize="2,2893">
              <v:shape style="position:absolute;left:728;top:6383;width:2;height:2893" coordorigin="728,6383" coordsize="0,2893" path="m728,6388l728,928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72.045013pt;width:539.718009pt;height:135.537995pt;mso-position-horizontal-relative:page;mso-position-vertical-relative:page;z-index:-1067" coordorigin="723,9441" coordsize="10794,2711">
            <v:group style="position:absolute;left:728;top:9446;width:10784;height:2" coordorigin="728,9446" coordsize="10784,2">
              <v:shape style="position:absolute;left:728;top:9446;width:10784;height:2" coordorigin="728,9446" coordsize="10784,0" path="m733,9446l11517,9446e" filled="f" stroked="t" strokeweight=".5pt" strokecolor="#000000">
                <v:path arrowok="t"/>
              </v:shape>
            </v:group>
            <v:group style="position:absolute;left:11512;top:9446;width:2;height:2701" coordorigin="11512,9446" coordsize="2,2701">
              <v:shape style="position:absolute;left:11512;top:9446;width:2;height:2701" coordorigin="11512,9446" coordsize="0,2701" path="m11512,9451l11512,12152e" filled="f" stroked="t" strokeweight=".5pt" strokecolor="#000000">
                <v:path arrowok="t"/>
              </v:shape>
            </v:group>
            <v:group style="position:absolute;left:728;top:12147;width:10784;height:2" coordorigin="728,12147" coordsize="10784,2">
              <v:shape style="position:absolute;left:728;top:12147;width:10784;height:2" coordorigin="728,12147" coordsize="10784,0" path="m733,12147l11517,12147e" filled="f" stroked="t" strokeweight=".5pt" strokecolor="#000000">
                <v:path arrowok="t"/>
              </v:shape>
            </v:group>
            <v:group style="position:absolute;left:728;top:9446;width:2;height:2701" coordorigin="728,9446" coordsize="2,2701">
              <v:shape style="position:absolute;left:728;top:9446;width:2;height:2701" coordorigin="728,9446" coordsize="0,2701" path="m728,9451l728,1215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39.78302pt;width:540.999001pt;height:14.999996pt;mso-position-horizontal-relative:page;mso-position-vertical-relative:page;z-index:-1066" coordorigin="710,12796" coordsize="10820,300">
            <v:group style="position:absolute;left:725;top:12836;width:990;height:220" coordorigin="725,12836" coordsize="990,220">
              <v:shape style="position:absolute;left:725;top:12836;width:990;height:220" coordorigin="725,12836" coordsize="990,220" path="m725,12836l1715,12836,1715,13056,725,13056,725,12836e" filled="t" fillcolor="#E6E6E6" stroked="f">
                <v:path arrowok="t"/>
                <v:fill/>
              </v:shape>
            </v:group>
            <v:group style="position:absolute;left:717;top:12802;width:1003;height:2" coordorigin="717,12802" coordsize="1003,2">
              <v:shape style="position:absolute;left:717;top:12802;width:1003;height:2" coordorigin="717,12802" coordsize="1003,0" path="m718,12802l1722,12802e" filled="f" stroked="t" strokeweight=".666667pt" strokecolor="#E6E6E6">
                <v:path arrowok="t"/>
              </v:shape>
            </v:group>
            <v:group style="position:absolute;left:723;top:12829;width:993;height:2" coordorigin="723,12829" coordsize="993,2">
              <v:shape style="position:absolute;left:723;top:12829;width:993;height:2" coordorigin="723,12829" coordsize="993,0" path="m732,12829l1725,12829e" filled="f" stroked="t" strokeweight=".666667pt" strokecolor="#E6E6E6">
                <v:path arrowok="t"/>
              </v:shape>
            </v:group>
            <v:group style="position:absolute;left:723;top:13062;width:993;height:2" coordorigin="723,13062" coordsize="993,2">
              <v:shape style="position:absolute;left:723;top:13062;width:993;height:2" coordorigin="723,13062" coordsize="993,0" path="m727,13062l1720,13062e" filled="f" stroked="t" strokeweight=".666667pt" strokecolor="#E6E6E6">
                <v:path arrowok="t"/>
              </v:shape>
            </v:group>
            <v:group style="position:absolute;left:720;top:12816;width:2;height:260" coordorigin="720,12816" coordsize="2,260">
              <v:shape style="position:absolute;left:720;top:12816;width:2;height:260" coordorigin="720,12816" coordsize="0,260" path="m720,12836l720,13096e" filled="f" stroked="t" strokeweight=".5pt" strokecolor="#FFFFFF">
                <v:path arrowok="t"/>
              </v:shape>
            </v:group>
            <v:group style="position:absolute;left:1725;top:12836;width:2257;height:220" coordorigin="1725,12836" coordsize="2257,220">
              <v:shape style="position:absolute;left:1725;top:12836;width:2257;height:220" coordorigin="1725,12836" coordsize="2257,220" path="m1725,12836l3982,12836,3982,13056,1725,13056,1725,12836e" filled="t" fillcolor="#E6E6E6" stroked="f">
                <v:path arrowok="t"/>
                <v:fill/>
              </v:shape>
            </v:group>
            <v:group style="position:absolute;left:1720;top:12802;width:2267;height:2" coordorigin="1720,12802" coordsize="2267,2">
              <v:shape style="position:absolute;left:1720;top:12802;width:2267;height:2" coordorigin="1720,12802" coordsize="2267,0" path="m1720,12802l3987,12802e" filled="f" stroked="t" strokeweight=".666667pt" strokecolor="#E6E6E6">
                <v:path arrowok="t"/>
              </v:shape>
            </v:group>
            <v:group style="position:absolute;left:1723;top:12829;width:2260;height:2" coordorigin="1723,12829" coordsize="2260,2">
              <v:shape style="position:absolute;left:1723;top:12829;width:2260;height:2" coordorigin="1723,12829" coordsize="2260,0" path="m1727,12829l3987,12829e" filled="f" stroked="t" strokeweight=".666667pt" strokecolor="#E6E6E6">
                <v:path arrowok="t"/>
              </v:shape>
            </v:group>
            <v:group style="position:absolute;left:1723;top:13062;width:2260;height:2" coordorigin="1723,13062" coordsize="2260,2">
              <v:shape style="position:absolute;left:1723;top:13062;width:2260;height:2" coordorigin="1723,13062" coordsize="2260,0" path="m1727,13062l3987,13062e" filled="f" stroked="t" strokeweight=".666667pt" strokecolor="#E6E6E6">
                <v:path arrowok="t"/>
              </v:shape>
            </v:group>
            <v:group style="position:absolute;left:3992;top:12836;width:2990;height:220" coordorigin="3992,12836" coordsize="2990,220">
              <v:shape style="position:absolute;left:3992;top:12836;width:2990;height:220" coordorigin="3992,12836" coordsize="2990,220" path="m3992,12836l6982,12836,6982,13056,3992,13056,3992,12836e" filled="t" fillcolor="#E6E6E6" stroked="f">
                <v:path arrowok="t"/>
                <v:fill/>
              </v:shape>
            </v:group>
            <v:group style="position:absolute;left:3987;top:12802;width:3000;height:2" coordorigin="3987,12802" coordsize="3000,2">
              <v:shape style="position:absolute;left:3987;top:12802;width:3000;height:2" coordorigin="3987,12802" coordsize="3000,0" path="m3987,12802l6987,12802e" filled="f" stroked="t" strokeweight=".666667pt" strokecolor="#E6E6E6">
                <v:path arrowok="t"/>
              </v:shape>
            </v:group>
            <v:group style="position:absolute;left:3990;top:12829;width:2993;height:2" coordorigin="3990,12829" coordsize="2993,2">
              <v:shape style="position:absolute;left:3990;top:12829;width:2993;height:2" coordorigin="3990,12829" coordsize="2993,0" path="m3993,12829l6987,12829e" filled="f" stroked="t" strokeweight=".666667pt" strokecolor="#E6E6E6">
                <v:path arrowok="t"/>
              </v:shape>
            </v:group>
            <v:group style="position:absolute;left:3990;top:13062;width:2993;height:2" coordorigin="3990,13062" coordsize="2993,2">
              <v:shape style="position:absolute;left:3990;top:13062;width:2993;height:2" coordorigin="3990,13062" coordsize="2993,0" path="m3993,13062l6987,13062e" filled="f" stroked="t" strokeweight=".666667pt" strokecolor="#E6E6E6">
                <v:path arrowok="t"/>
              </v:shape>
            </v:group>
            <v:group style="position:absolute;left:6992;top:12836;width:2257;height:220" coordorigin="6992,12836" coordsize="2257,220">
              <v:shape style="position:absolute;left:6992;top:12836;width:2257;height:220" coordorigin="6992,12836" coordsize="2257,220" path="m6992,12836l9248,12836,9248,13056,6992,13056,6992,12836e" filled="t" fillcolor="#E6E6E6" stroked="f">
                <v:path arrowok="t"/>
                <v:fill/>
              </v:shape>
            </v:group>
            <v:group style="position:absolute;left:6987;top:12802;width:2267;height:2" coordorigin="6987,12802" coordsize="2267,2">
              <v:shape style="position:absolute;left:6987;top:12802;width:2267;height:2" coordorigin="6987,12802" coordsize="2267,0" path="m6987,12802l9253,12802e" filled="f" stroked="t" strokeweight=".666667pt" strokecolor="#E6E6E6">
                <v:path arrowok="t"/>
              </v:shape>
            </v:group>
            <v:group style="position:absolute;left:6990;top:12829;width:2260;height:2" coordorigin="6990,12829" coordsize="2260,2">
              <v:shape style="position:absolute;left:6990;top:12829;width:2260;height:2" coordorigin="6990,12829" coordsize="2260,0" path="m6993,12829l9253,12829e" filled="f" stroked="t" strokeweight=".666667pt" strokecolor="#E6E6E6">
                <v:path arrowok="t"/>
              </v:shape>
            </v:group>
            <v:group style="position:absolute;left:6990;top:13062;width:2260;height:2" coordorigin="6990,13062" coordsize="2260,2">
              <v:shape style="position:absolute;left:6990;top:13062;width:2260;height:2" coordorigin="6990,13062" coordsize="2260,0" path="m6993,13062l9253,13062e" filled="f" stroked="t" strokeweight=".666667pt" strokecolor="#E6E6E6">
                <v:path arrowok="t"/>
              </v:shape>
            </v:group>
            <v:group style="position:absolute;left:9258;top:12836;width:2257;height:220" coordorigin="9258,12836" coordsize="2257,220">
              <v:shape style="position:absolute;left:9258;top:12836;width:2257;height:220" coordorigin="9258,12836" coordsize="2257,220" path="m9258,12836l11515,12836,11515,13056,9258,13056,9258,12836e" filled="t" fillcolor="#E6E6E6" stroked="f">
                <v:path arrowok="t"/>
                <v:fill/>
              </v:shape>
            </v:group>
            <v:group style="position:absolute;left:9253;top:12802;width:2270;height:2" coordorigin="9253,12802" coordsize="2270,2">
              <v:shape style="position:absolute;left:9253;top:12802;width:2270;height:2" coordorigin="9253,12802" coordsize="2270,0" path="m9253,12802l11523,12802e" filled="f" stroked="t" strokeweight=".666667pt" strokecolor="#E6E6E6">
                <v:path arrowok="t"/>
              </v:shape>
            </v:group>
            <v:group style="position:absolute;left:9257;top:12829;width:2260;height:2" coordorigin="9257,12829" coordsize="2260,2">
              <v:shape style="position:absolute;left:9257;top:12829;width:2260;height:2" coordorigin="9257,12829" coordsize="2260,0" path="m9260,12829l11520,12829e" filled="f" stroked="t" strokeweight=".666667pt" strokecolor="#E6E6E6">
                <v:path arrowok="t"/>
              </v:shape>
            </v:group>
            <v:group style="position:absolute;left:11520;top:12816;width:2;height:260" coordorigin="11520,12816" coordsize="2,260">
              <v:shape style="position:absolute;left:11520;top:12816;width:2;height:260" coordorigin="11520,12816" coordsize="0,260" path="m11520,12836l11520,13096e" filled="f" stroked="t" strokeweight=".5pt" strokecolor="#FFFFFF">
                <v:path arrowok="t"/>
              </v:shape>
            </v:group>
            <v:group style="position:absolute;left:9257;top:13062;width:2260;height:2" coordorigin="9257,13062" coordsize="2260,2">
              <v:shape style="position:absolute;left:9257;top:13062;width:2260;height:2" coordorigin="9257,13062" coordsize="2260,0" path="m9260,13062l11520,13062e" filled="f" stroked="t" strokeweight=".666667pt" strokecolor="#E6E6E6">
                <v:path arrowok="t"/>
              </v:shape>
            </v:group>
            <v:group style="position:absolute;left:720;top:13089;width:10800;height:2" coordorigin="720,13089" coordsize="10800,2">
              <v:shape style="position:absolute;left:720;top:13089;width:10800;height:2" coordorigin="720,13089" coordsize="10800,0" path="m720,13089l11520,13089e" filled="f" stroked="t" strokeweight=".666681pt" strokecolor="#E6E6E6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195.365967pt;width:180pt;height:120.000031pt;mso-position-horizontal-relative:page;mso-position-vertical-relative:page;z-index:52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D:20160218124704-05'00'2/18/2016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11:47:04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50" w:lineRule="auto"/>
                    <w:ind w:left="40" w:right="57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click</w:t>
                  </w:r>
                </w:p>
              </w:txbxContent>
            </v:textbox>
            <v:fill opacity="45875f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358.381012pt;width:180pt;height:120pt;mso-position-horizontal-relative:page;mso-position-vertical-relative:page;z-index:53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D:20160218124748-05'00'2/18/2016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11:47:48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50" w:lineRule="auto"/>
                    <w:ind w:left="40" w:right="57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Verify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the</w:t>
                  </w:r>
                </w:p>
              </w:txbxContent>
            </v:textbox>
            <v:fill opacity="45875f"/>
          </v:shape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75.356995pt;margin-top:1.881091pt;width:18.414pt;height:18.414pt;mso-position-horizontal-relative:page;mso-position-vertical-relative:paragraph;z-index:-1065" coordorigin="3507,38" coordsize="368,368">
            <v:group style="position:absolute;left:3517;top:48;width:348;height:348" coordorigin="3517,48" coordsize="348,348">
              <v:shape style="position:absolute;left:3517;top:48;width:348;height:348" coordorigin="3517,48" coordsize="348,348" path="m3857,48l3526,48,3517,56,3517,387,3526,396,3857,396,3865,387,3865,56,3857,48e" filled="t" fillcolor="#FFFFFF" stroked="f">
                <v:path arrowok="t"/>
                <v:fill/>
              </v:shape>
            </v:group>
            <v:group style="position:absolute;left:3517;top:48;width:348;height:348" coordorigin="3517,48" coordsize="348,348">
              <v:shape style="position:absolute;left:3517;top:48;width:348;height:348" coordorigin="3517,48" coordsize="348,348" path="m3857,48l3526,48,3517,56,3517,387,3526,396,3857,396,3865,387,3865,337,3611,337,3600,337,3595,333,3607,315,3612,295,3568,245,3556,210,3558,190,3591,139,3652,111,3677,107,3865,107,3865,56,3857,48e" filled="t" fillcolor="#FFFF00" stroked="f">
                <v:path arrowok="t"/>
                <v:fill/>
              </v:shape>
              <v:shape style="position:absolute;left:3517;top:48;width:348;height:348" coordorigin="3517,48" coordsize="348,348" path="m3683,300l3666,315,3646,326,3627,333,3611,337,3865,337,3865,300,3691,300,3683,300e" filled="t" fillcolor="#FFFF00" stroked="f">
                <v:path arrowok="t"/>
                <v:fill/>
              </v:shape>
              <v:shape style="position:absolute;left:3517;top:48;width:348;height:348" coordorigin="3517,48" coordsize="348,348" path="m3865,107l3677,107,3706,108,3732,113,3794,141,3825,187,3823,210,3794,263,3737,294,3691,300,3865,300,3865,107e" filled="t" fillcolor="#FFFF00" stroked="f">
                <v:path arrowok="t"/>
                <v:fill/>
              </v:shape>
            </v:group>
            <v:group style="position:absolute;left:3556;top:107;width:269;height:230" coordorigin="3556,107" coordsize="269,230">
              <v:shape style="position:absolute;left:3556;top:107;width:269;height:230" coordorigin="3556,107" coordsize="269,230" path="m3691,300l3688,300,3686,300,3683,300,3666,315,3646,326,3627,333,3611,337,3600,337,3595,333,3607,315,3612,295,3568,245,3556,210,3558,190,3591,139,3652,111,3677,107,3706,108,3777,130,3825,187,3823,210,3794,263,3737,294,3713,299e" filled="f" stroked="t" strokeweight=".59pt" strokecolor="#000000">
                <v:path arrowok="t"/>
              </v:shape>
            </v:group>
            <v:group style="position:absolute;left:3517;top:48;width:348;height:348" coordorigin="3517,48" coordsize="348,348">
              <v:shape style="position:absolute;left:3517;top:48;width:348;height:348" coordorigin="3517,48" coordsize="348,348" path="m3846,48l3536,48,3526,48,3517,56,3517,67,3517,377,3517,387,3526,396,3536,396,3846,396,3857,396,3865,387,3865,377,3865,67,3865,56,3857,48,3846,48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2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42.156502pt;margin-top:2.158129pt;width:50.766pt;height:18.414pt;mso-position-horizontal-relative:page;mso-position-vertical-relative:paragraph;z-index:-1068" coordorigin="843,43" coordsize="1015,368">
            <v:group style="position:absolute;left:846;top:167;width:800;height:2" coordorigin="846,167" coordsize="800,2">
              <v:shape style="position:absolute;left:846;top:167;width:800;height:2" coordorigin="846,167" coordsize="800,0" path="m846,167l1646,167e" filled="f" stroked="t" strokeweight=".307pt" strokecolor="#000000">
                <v:path arrowok="t"/>
              </v:shape>
            </v:group>
            <v:group style="position:absolute;left:1500;top:53;width:348;height:348" coordorigin="1500,53" coordsize="348,348">
              <v:shape style="position:absolute;left:1500;top:53;width:348;height:348" coordorigin="1500,53" coordsize="348,348" path="m1840,53l1509,53,1500,62,1500,393,1509,401,1840,401,1848,393,1848,62,1840,53e" filled="t" fillcolor="#FFFFFF" stroked="f">
                <v:path arrowok="t"/>
                <v:fill/>
              </v:shape>
            </v:group>
            <v:group style="position:absolute;left:1500;top:53;width:348;height:348" coordorigin="1500,53" coordsize="348,348">
              <v:shape style="position:absolute;left:1500;top:53;width:348;height:348" coordorigin="1500,53" coordsize="348,348" path="m1840,53l1509,53,1500,62,1500,393,1509,401,1840,401,1848,393,1848,342,1594,342,1583,342,1578,339,1591,320,1595,301,1551,250,1539,216,1542,195,1574,145,1635,116,1660,113,1848,113,1848,62,1840,53e" filled="t" fillcolor="#FFFF00" stroked="f">
                <v:path arrowok="t"/>
                <v:fill/>
              </v:shape>
              <v:shape style="position:absolute;left:1500;top:53;width:348;height:348" coordorigin="1500,53" coordsize="348,348" path="m1666,305l1649,321,1629,332,1610,339,1594,342,1848,342,1848,305,1674,305,1666,305e" filled="t" fillcolor="#FFFF00" stroked="f">
                <v:path arrowok="t"/>
                <v:fill/>
              </v:shape>
              <v:shape style="position:absolute;left:1500;top:53;width:348;height:348" coordorigin="1500,53" coordsize="348,348" path="m1848,113l1660,113,1689,114,1715,118,1777,147,1808,193,1806,215,1777,269,1720,300,1674,305,1848,305,1848,113e" filled="t" fillcolor="#FFFF00" stroked="f">
                <v:path arrowok="t"/>
                <v:fill/>
              </v:shape>
            </v:group>
            <v:group style="position:absolute;left:1539;top:113;width:269;height:230" coordorigin="1539,113" coordsize="269,230">
              <v:shape style="position:absolute;left:1539;top:113;width:269;height:230" coordorigin="1539,113" coordsize="269,230" path="m1674,305l1671,305,1669,305,1666,305,1649,321,1629,332,1610,339,1594,342,1583,342,1578,339,1591,320,1595,301,1551,250,1539,216,1542,195,1574,145,1635,116,1660,113,1689,114,1760,135,1808,193,1806,215,1777,269,1720,300,1696,304e" filled="f" stroked="t" strokeweight=".59pt" strokecolor="#000000">
                <v:path arrowok="t"/>
              </v:shape>
            </v:group>
            <v:group style="position:absolute;left:1500;top:53;width:348;height:348" coordorigin="1500,53" coordsize="348,348">
              <v:shape style="position:absolute;left:1500;top:53;width:348;height:348" coordorigin="1500,53" coordsize="348,348" path="m1829,53l1520,53,1509,53,1500,62,1500,73,1500,382,1500,393,1509,401,1520,401,1829,401,1840,401,1848,393,1848,382,1848,73,1848,62,1840,53,1829,53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Description</w:t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726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061" type="#_x0000_t75">
            <v:imagedata r:id="rId21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106589: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20100311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Component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Integration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Systems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Testing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338" w:lineRule="exact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(OR*3.0*420)_Dev1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Gold1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footer="979" w:header="0" w:top="1360" w:bottom="1160" w:left="620" w:right="740"/>
          <w:footerReference w:type="default" r:id="rId20"/>
          <w:pgSz w:w="12240" w:h="15840"/>
        </w:sectPr>
      </w:pPr>
      <w:rPr/>
    </w:p>
    <w:p>
      <w:pPr>
        <w:spacing w:before="39" w:after="0" w:line="240" w:lineRule="auto"/>
        <w:ind w:left="100" w:right="-68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4" w:lineRule="auto"/>
        <w:ind w:left="100" w:right="256" w:firstLine="1312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5"/>
        </w:rPr>
        <w:t>Priority: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5"/>
        </w:rPr>
        <w:pict>
          <v:shape style="width:8pt;height:8pt;mso-position-horizontal-relative:char;mso-position-vertical-relative:line" type="#_x0000_t75">
            <v:imagedata r:id="rId22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5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5"/>
        </w:rPr>
      </w:r>
    </w:p>
    <w:p>
      <w:pPr>
        <w:spacing w:before="39" w:after="0" w:line="240" w:lineRule="auto"/>
        <w:ind w:right="-20"/>
        <w:jc w:val="left"/>
        <w:tabs>
          <w:tab w:pos="9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2729" w:space="141"/>
            <w:col w:w="8010"/>
          </w:cols>
        </w:sectPr>
      </w:pPr>
      <w:rPr/>
    </w:p>
    <w:p>
      <w:pPr>
        <w:spacing w:before="4" w:after="0" w:line="250" w:lineRule="auto"/>
        <w:ind w:left="100" w:right="7366"/>
        <w:jc w:val="left"/>
        <w:tabs>
          <w:tab w:pos="1400" w:val="left"/>
          <w:tab w:pos="2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Blocking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Non-Blocking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Result: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23" o:title=""/>
          </v:shape>
        </w:pic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  <w:position w:val="0"/>
        </w:rPr>
        <w:t>Passed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3491: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288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68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3009: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1287" w:firstLine="278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(OR*3.0*420)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Iteration: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Dev1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Channels: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100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Spent: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2" w:equalWidth="0">
            <w:col w:w="6403" w:space="15"/>
            <w:col w:w="446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Previous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Details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</w:sectPr>
      </w:pPr>
      <w:rPr/>
    </w:p>
    <w:p>
      <w:pPr>
        <w:spacing w:before="46" w:after="0" w:line="183" w:lineRule="exact"/>
        <w:ind w:left="306" w:right="-20"/>
        <w:jc w:val="left"/>
        <w:tabs>
          <w:tab w:pos="620" w:val="left"/>
          <w:tab w:pos="2580" w:val="left"/>
          <w:tab w:pos="3220" w:val="left"/>
          <w:tab w:pos="4740" w:val="left"/>
          <w:tab w:pos="6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Environment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left="632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5.605079pt;width:541.000001pt;height:18.399988pt;mso-position-horizontal-relative:page;mso-position-vertical-relative:paragraph;z-index:-1060" coordorigin="710,-312" coordsize="10820,368">
            <v:group style="position:absolute;left:725;top:-272;width:422;height:288" coordorigin="725,-272" coordsize="422,288">
              <v:shape style="position:absolute;left:725;top:-272;width:422;height:288" coordorigin="725,-272" coordsize="422,288" path="m725,-272l1147,-272,1147,16,725,16,725,-272e" filled="t" fillcolor="#E6E6E6" stroked="f">
                <v:path arrowok="t"/>
                <v:fill/>
              </v:shape>
            </v:group>
            <v:group style="position:absolute;left:717;top:-305;width:435;height:2" coordorigin="717,-305" coordsize="435,2">
              <v:shape style="position:absolute;left:717;top:-305;width:435;height:2" coordorigin="717,-305" coordsize="435,0" path="m718,-305l1154,-305e" filled="f" stroked="t" strokeweight=".666667pt" strokecolor="#E6E6E6">
                <v:path arrowok="t"/>
              </v:shape>
            </v:group>
            <v:group style="position:absolute;left:723;top:-279;width:425;height:2" coordorigin="723,-279" coordsize="425,2">
              <v:shape style="position:absolute;left:723;top:-279;width:425;height:2" coordorigin="723,-279" coordsize="425,0" path="m732,-279l1157,-279e" filled="f" stroked="t" strokeweight=".666667pt" strokecolor="#E6E6E6">
                <v:path arrowok="t"/>
              </v:shape>
            </v:group>
            <v:group style="position:absolute;left:723;top:23;width:425;height:2" coordorigin="723,23" coordsize="425,2">
              <v:shape style="position:absolute;left:723;top:23;width:425;height:2" coordorigin="723,23" coordsize="425,0" path="m727,23l1152,23e" filled="f" stroked="t" strokeweight=".666667pt" strokecolor="#E6E6E6">
                <v:path arrowok="t"/>
              </v:shape>
            </v:group>
            <v:group style="position:absolute;left:720;top:-292;width:2;height:328" coordorigin="720,-292" coordsize="2,328">
              <v:shape style="position:absolute;left:720;top:-292;width:2;height:328" coordorigin="720,-292" coordsize="0,328" path="m720,-272l720,56e" filled="f" stroked="t" strokeweight=".5pt" strokecolor="#FFFFFF">
                <v:path arrowok="t"/>
              </v:shape>
            </v:group>
            <v:group style="position:absolute;left:1157;top:-272;width:1934;height:288" coordorigin="1157,-272" coordsize="1934,288">
              <v:shape style="position:absolute;left:1157;top:-272;width:1934;height:288" coordorigin="1157,-272" coordsize="1934,288" path="m1157,-272l3091,-272,3091,16,1157,16,1157,-272e" filled="t" fillcolor="#E6E6E6" stroked="f">
                <v:path arrowok="t"/>
                <v:fill/>
              </v:shape>
            </v:group>
            <v:group style="position:absolute;left:1152;top:-305;width:1944;height:2" coordorigin="1152,-305" coordsize="1944,2">
              <v:shape style="position:absolute;left:1152;top:-305;width:1944;height:2" coordorigin="1152,-305" coordsize="1944,0" path="m1152,-305l3096,-305e" filled="f" stroked="t" strokeweight=".666667pt" strokecolor="#E6E6E6">
                <v:path arrowok="t"/>
              </v:shape>
            </v:group>
            <v:group style="position:absolute;left:1155;top:-279;width:1937;height:2" coordorigin="1155,-279" coordsize="1937,2">
              <v:shape style="position:absolute;left:1155;top:-279;width:1937;height:2" coordorigin="1155,-279" coordsize="1937,0" path="m1159,-279l3096,-279e" filled="f" stroked="t" strokeweight=".666667pt" strokecolor="#E6E6E6">
                <v:path arrowok="t"/>
              </v:shape>
            </v:group>
            <v:group style="position:absolute;left:1155;top:23;width:1937;height:2" coordorigin="1155,23" coordsize="1937,2">
              <v:shape style="position:absolute;left:1155;top:23;width:1937;height:2" coordorigin="1155,23" coordsize="1937,0" path="m1159,23l3096,23e" filled="f" stroked="t" strokeweight=".666667pt" strokecolor="#E6E6E6">
                <v:path arrowok="t"/>
              </v:shape>
            </v:group>
            <v:group style="position:absolute;left:3101;top:-272;width:638;height:288" coordorigin="3101,-272" coordsize="638,288">
              <v:shape style="position:absolute;left:3101;top:-272;width:638;height:288" coordorigin="3101,-272" coordsize="638,288" path="m3101,-272l3739,-272,3739,16,3101,16,3101,-272e" filled="t" fillcolor="#E6E6E6" stroked="f">
                <v:path arrowok="t"/>
                <v:fill/>
              </v:shape>
            </v:group>
            <v:group style="position:absolute;left:3096;top:-305;width:648;height:2" coordorigin="3096,-305" coordsize="648,2">
              <v:shape style="position:absolute;left:3096;top:-305;width:648;height:2" coordorigin="3096,-305" coordsize="648,0" path="m3096,-305l3744,-305e" filled="f" stroked="t" strokeweight=".666667pt" strokecolor="#E6E6E6">
                <v:path arrowok="t"/>
              </v:shape>
            </v:group>
            <v:group style="position:absolute;left:3099;top:-279;width:641;height:2" coordorigin="3099,-279" coordsize="641,2">
              <v:shape style="position:absolute;left:3099;top:-279;width:641;height:2" coordorigin="3099,-279" coordsize="641,0" path="m3103,-279l3744,-279e" filled="f" stroked="t" strokeweight=".666667pt" strokecolor="#E6E6E6">
                <v:path arrowok="t"/>
              </v:shape>
            </v:group>
            <v:group style="position:absolute;left:3099;top:23;width:641;height:2" coordorigin="3099,23" coordsize="641,2">
              <v:shape style="position:absolute;left:3099;top:23;width:641;height:2" coordorigin="3099,23" coordsize="641,0" path="m3103,23l3744,23e" filled="f" stroked="t" strokeweight=".666667pt" strokecolor="#E6E6E6">
                <v:path arrowok="t"/>
              </v:shape>
            </v:group>
            <v:group style="position:absolute;left:3749;top:-272;width:1502;height:288" coordorigin="3749,-272" coordsize="1502,288">
              <v:shape style="position:absolute;left:3749;top:-272;width:1502;height:288" coordorigin="3749,-272" coordsize="1502,288" path="m3749,-272l5251,-272,5251,16,3749,16,3749,-272e" filled="t" fillcolor="#E6E6E6" stroked="f">
                <v:path arrowok="t"/>
                <v:fill/>
              </v:shape>
            </v:group>
            <v:group style="position:absolute;left:3744;top:-305;width:1512;height:2" coordorigin="3744,-305" coordsize="1512,2">
              <v:shape style="position:absolute;left:3744;top:-305;width:1512;height:2" coordorigin="3744,-305" coordsize="1512,0" path="m3744,-305l5256,-305e" filled="f" stroked="t" strokeweight=".666667pt" strokecolor="#E6E6E6">
                <v:path arrowok="t"/>
              </v:shape>
            </v:group>
            <v:group style="position:absolute;left:3747;top:-279;width:1505;height:2" coordorigin="3747,-279" coordsize="1505,2">
              <v:shape style="position:absolute;left:3747;top:-279;width:1505;height:2" coordorigin="3747,-279" coordsize="1505,0" path="m3751,-279l5256,-279e" filled="f" stroked="t" strokeweight=".666667pt" strokecolor="#E6E6E6">
                <v:path arrowok="t"/>
              </v:shape>
            </v:group>
            <v:group style="position:absolute;left:3747;top:23;width:1505;height:2" coordorigin="3747,23" coordsize="1505,2">
              <v:shape style="position:absolute;left:3747;top:23;width:1505;height:2" coordorigin="3747,23" coordsize="1505,0" path="m3751,23l5256,23e" filled="f" stroked="t" strokeweight=".666667pt" strokecolor="#E6E6E6">
                <v:path arrowok="t"/>
              </v:shape>
            </v:group>
            <v:group style="position:absolute;left:5261;top:-272;width:1502;height:288" coordorigin="5261,-272" coordsize="1502,288">
              <v:shape style="position:absolute;left:5261;top:-272;width:1502;height:288" coordorigin="5261,-272" coordsize="1502,288" path="m5261,-272l6763,-272,6763,16,5261,16,5261,-272e" filled="t" fillcolor="#E6E6E6" stroked="f">
                <v:path arrowok="t"/>
                <v:fill/>
              </v:shape>
            </v:group>
            <v:group style="position:absolute;left:5256;top:-305;width:1512;height:2" coordorigin="5256,-305" coordsize="1512,2">
              <v:shape style="position:absolute;left:5256;top:-305;width:1512;height:2" coordorigin="5256,-305" coordsize="1512,0" path="m5256,-305l6768,-305e" filled="f" stroked="t" strokeweight=".666667pt" strokecolor="#E6E6E6">
                <v:path arrowok="t"/>
              </v:shape>
            </v:group>
            <v:group style="position:absolute;left:5259;top:-279;width:1505;height:2" coordorigin="5259,-279" coordsize="1505,2">
              <v:shape style="position:absolute;left:5259;top:-279;width:1505;height:2" coordorigin="5259,-279" coordsize="1505,0" path="m5263,-279l6768,-279e" filled="f" stroked="t" strokeweight=".666667pt" strokecolor="#E6E6E6">
                <v:path arrowok="t"/>
              </v:shape>
            </v:group>
            <v:group style="position:absolute;left:5259;top:23;width:1505;height:2" coordorigin="5259,23" coordsize="1505,2">
              <v:shape style="position:absolute;left:5259;top:23;width:1505;height:2" coordorigin="5259,23" coordsize="1505,0" path="m5263,23l6768,23e" filled="f" stroked="t" strokeweight=".666667pt" strokecolor="#E6E6E6">
                <v:path arrowok="t"/>
              </v:shape>
            </v:group>
            <v:group style="position:absolute;left:6773;top:-272;width:854;height:288" coordorigin="6773,-272" coordsize="854,288">
              <v:shape style="position:absolute;left:6773;top:-272;width:854;height:288" coordorigin="6773,-272" coordsize="854,288" path="m6773,-272l7627,-272,7627,16,6773,16,6773,-272e" filled="t" fillcolor="#E6E6E6" stroked="f">
                <v:path arrowok="t"/>
                <v:fill/>
              </v:shape>
            </v:group>
            <v:group style="position:absolute;left:6768;top:-305;width:864;height:2" coordorigin="6768,-305" coordsize="864,2">
              <v:shape style="position:absolute;left:6768;top:-305;width:864;height:2" coordorigin="6768,-305" coordsize="864,0" path="m6768,-305l7632,-305e" filled="f" stroked="t" strokeweight=".666667pt" strokecolor="#E6E6E6">
                <v:path arrowok="t"/>
              </v:shape>
            </v:group>
            <v:group style="position:absolute;left:6771;top:-279;width:857;height:2" coordorigin="6771,-279" coordsize="857,2">
              <v:shape style="position:absolute;left:6771;top:-279;width:857;height:2" coordorigin="6771,-279" coordsize="857,0" path="m6775,-279l7632,-279e" filled="f" stroked="t" strokeweight=".666667pt" strokecolor="#E6E6E6">
                <v:path arrowok="t"/>
              </v:shape>
            </v:group>
            <v:group style="position:absolute;left:6771;top:23;width:857;height:2" coordorigin="6771,23" coordsize="857,2">
              <v:shape style="position:absolute;left:6771;top:23;width:857;height:2" coordorigin="6771,23" coordsize="857,0" path="m6775,23l7632,23e" filled="f" stroked="t" strokeweight=".666667pt" strokecolor="#E6E6E6">
                <v:path arrowok="t"/>
              </v:shape>
            </v:group>
            <v:group style="position:absolute;left:7637;top:-272;width:638;height:288" coordorigin="7637,-272" coordsize="638,288">
              <v:shape style="position:absolute;left:7637;top:-272;width:638;height:288" coordorigin="7637,-272" coordsize="638,288" path="m7637,-272l8275,-272,8275,16,7637,16,7637,-272e" filled="t" fillcolor="#E6E6E6" stroked="f">
                <v:path arrowok="t"/>
                <v:fill/>
              </v:shape>
            </v:group>
            <v:group style="position:absolute;left:7632;top:-305;width:648;height:2" coordorigin="7632,-305" coordsize="648,2">
              <v:shape style="position:absolute;left:7632;top:-305;width:648;height:2" coordorigin="7632,-305" coordsize="648,0" path="m7632,-305l8280,-305e" filled="f" stroked="t" strokeweight=".666667pt" strokecolor="#E6E6E6">
                <v:path arrowok="t"/>
              </v:shape>
            </v:group>
            <v:group style="position:absolute;left:7635;top:-279;width:641;height:2" coordorigin="7635,-279" coordsize="641,2">
              <v:shape style="position:absolute;left:7635;top:-279;width:641;height:2" coordorigin="7635,-279" coordsize="641,0" path="m7639,-279l8280,-279e" filled="f" stroked="t" strokeweight=".666667pt" strokecolor="#E6E6E6">
                <v:path arrowok="t"/>
              </v:shape>
            </v:group>
            <v:group style="position:absolute;left:7635;top:23;width:641;height:2" coordorigin="7635,23" coordsize="641,2">
              <v:shape style="position:absolute;left:7635;top:23;width:641;height:2" coordorigin="7635,23" coordsize="641,0" path="m7639,23l8280,23e" filled="f" stroked="t" strokeweight=".666667pt" strokecolor="#E6E6E6">
                <v:path arrowok="t"/>
              </v:shape>
            </v:group>
            <v:group style="position:absolute;left:8285;top:-272;width:638;height:288" coordorigin="8285,-272" coordsize="638,288">
              <v:shape style="position:absolute;left:8285;top:-272;width:638;height:288" coordorigin="8285,-272" coordsize="638,288" path="m8285,-272l8923,-272,8923,16,8285,16,8285,-272e" filled="t" fillcolor="#E6E6E6" stroked="f">
                <v:path arrowok="t"/>
                <v:fill/>
              </v:shape>
            </v:group>
            <v:group style="position:absolute;left:8280;top:-305;width:648;height:2" coordorigin="8280,-305" coordsize="648,2">
              <v:shape style="position:absolute;left:8280;top:-305;width:648;height:2" coordorigin="8280,-305" coordsize="648,0" path="m8280,-305l8928,-305e" filled="f" stroked="t" strokeweight=".666667pt" strokecolor="#E6E6E6">
                <v:path arrowok="t"/>
              </v:shape>
            </v:group>
            <v:group style="position:absolute;left:8283;top:-279;width:641;height:2" coordorigin="8283,-279" coordsize="641,2">
              <v:shape style="position:absolute;left:8283;top:-279;width:641;height:2" coordorigin="8283,-279" coordsize="641,0" path="m8287,-279l8928,-279e" filled="f" stroked="t" strokeweight=".666667pt" strokecolor="#E6E6E6">
                <v:path arrowok="t"/>
              </v:shape>
            </v:group>
            <v:group style="position:absolute;left:8283;top:23;width:641;height:2" coordorigin="8283,23" coordsize="641,2">
              <v:shape style="position:absolute;left:8283;top:23;width:641;height:2" coordorigin="8283,23" coordsize="641,0" path="m8287,23l8928,23e" filled="f" stroked="t" strokeweight=".666667pt" strokecolor="#E6E6E6">
                <v:path arrowok="t"/>
              </v:shape>
            </v:group>
            <v:group style="position:absolute;left:8933;top:-272;width:638;height:288" coordorigin="8933,-272" coordsize="638,288">
              <v:shape style="position:absolute;left:8933;top:-272;width:638;height:288" coordorigin="8933,-272" coordsize="638,288" path="m8933,-272l9571,-272,9571,16,8933,16,8933,-272e" filled="t" fillcolor="#E6E6E6" stroked="f">
                <v:path arrowok="t"/>
                <v:fill/>
              </v:shape>
            </v:group>
            <v:group style="position:absolute;left:8928;top:-305;width:648;height:2" coordorigin="8928,-305" coordsize="648,2">
              <v:shape style="position:absolute;left:8928;top:-305;width:648;height:2" coordorigin="8928,-305" coordsize="648,0" path="m8928,-305l9576,-305e" filled="f" stroked="t" strokeweight=".666667pt" strokecolor="#E6E6E6">
                <v:path arrowok="t"/>
              </v:shape>
            </v:group>
            <v:group style="position:absolute;left:8931;top:-279;width:641;height:2" coordorigin="8931,-279" coordsize="641,2">
              <v:shape style="position:absolute;left:8931;top:-279;width:641;height:2" coordorigin="8931,-279" coordsize="641,0" path="m8935,-279l9576,-279e" filled="f" stroked="t" strokeweight=".666667pt" strokecolor="#E6E6E6">
                <v:path arrowok="t"/>
              </v:shape>
            </v:group>
            <v:group style="position:absolute;left:8931;top:23;width:641;height:2" coordorigin="8931,23" coordsize="641,2">
              <v:shape style="position:absolute;left:8931;top:23;width:641;height:2" coordorigin="8931,23" coordsize="641,0" path="m8935,23l9576,23e" filled="f" stroked="t" strokeweight=".666667pt" strokecolor="#E6E6E6">
                <v:path arrowok="t"/>
              </v:shape>
            </v:group>
            <v:group style="position:absolute;left:9581;top:-272;width:638;height:288" coordorigin="9581,-272" coordsize="638,288">
              <v:shape style="position:absolute;left:9581;top:-272;width:638;height:288" coordorigin="9581,-272" coordsize="638,288" path="m9581,-272l10219,-272,10219,16,9581,16,9581,-272e" filled="t" fillcolor="#E6E6E6" stroked="f">
                <v:path arrowok="t"/>
                <v:fill/>
              </v:shape>
            </v:group>
            <v:group style="position:absolute;left:9576;top:-305;width:648;height:2" coordorigin="9576,-305" coordsize="648,2">
              <v:shape style="position:absolute;left:9576;top:-305;width:648;height:2" coordorigin="9576,-305" coordsize="648,0" path="m9576,-305l10224,-305e" filled="f" stroked="t" strokeweight=".666667pt" strokecolor="#E6E6E6">
                <v:path arrowok="t"/>
              </v:shape>
            </v:group>
            <v:group style="position:absolute;left:9579;top:-279;width:641;height:2" coordorigin="9579,-279" coordsize="641,2">
              <v:shape style="position:absolute;left:9579;top:-279;width:641;height:2" coordorigin="9579,-279" coordsize="641,0" path="m9583,-279l10224,-279e" filled="f" stroked="t" strokeweight=".666667pt" strokecolor="#E6E6E6">
                <v:path arrowok="t"/>
              </v:shape>
            </v:group>
            <v:group style="position:absolute;left:9579;top:23;width:641;height:2" coordorigin="9579,23" coordsize="641,2">
              <v:shape style="position:absolute;left:9579;top:23;width:641;height:2" coordorigin="9579,23" coordsize="641,0" path="m9583,23l10224,23e" filled="f" stroked="t" strokeweight=".666667pt" strokecolor="#E6E6E6">
                <v:path arrowok="t"/>
              </v:shape>
            </v:group>
            <v:group style="position:absolute;left:10229;top:-272;width:638;height:288" coordorigin="10229,-272" coordsize="638,288">
              <v:shape style="position:absolute;left:10229;top:-272;width:638;height:288" coordorigin="10229,-272" coordsize="638,288" path="m10229,-272l10867,-272,10867,16,10229,16,10229,-272e" filled="t" fillcolor="#E6E6E6" stroked="f">
                <v:path arrowok="t"/>
                <v:fill/>
              </v:shape>
            </v:group>
            <v:group style="position:absolute;left:10224;top:-305;width:648;height:2" coordorigin="10224,-305" coordsize="648,2">
              <v:shape style="position:absolute;left:10224;top:-305;width:648;height:2" coordorigin="10224,-305" coordsize="648,0" path="m10224,-305l10872,-305e" filled="f" stroked="t" strokeweight=".666667pt" strokecolor="#E6E6E6">
                <v:path arrowok="t"/>
              </v:shape>
            </v:group>
            <v:group style="position:absolute;left:10227;top:-279;width:641;height:2" coordorigin="10227,-279" coordsize="641,2">
              <v:shape style="position:absolute;left:10227;top:-279;width:641;height:2" coordorigin="10227,-279" coordsize="641,0" path="m10231,-279l10872,-279e" filled="f" stroked="t" strokeweight=".666667pt" strokecolor="#E6E6E6">
                <v:path arrowok="t"/>
              </v:shape>
            </v:group>
            <v:group style="position:absolute;left:10227;top:23;width:641;height:2" coordorigin="10227,23" coordsize="641,2">
              <v:shape style="position:absolute;left:10227;top:23;width:641;height:2" coordorigin="10227,23" coordsize="641,0" path="m10231,23l10872,23e" filled="f" stroked="t" strokeweight=".666667pt" strokecolor="#E6E6E6">
                <v:path arrowok="t"/>
              </v:shape>
            </v:group>
            <v:group style="position:absolute;left:10877;top:-272;width:638;height:288" coordorigin="10877,-272" coordsize="638,288">
              <v:shape style="position:absolute;left:10877;top:-272;width:638;height:288" coordorigin="10877,-272" coordsize="638,288" path="m10877,-272l11515,-272,11515,16,10877,16,10877,-272e" filled="t" fillcolor="#E6E6E6" stroked="f">
                <v:path arrowok="t"/>
                <v:fill/>
              </v:shape>
            </v:group>
            <v:group style="position:absolute;left:10872;top:-305;width:651;height:2" coordorigin="10872,-305" coordsize="651,2">
              <v:shape style="position:absolute;left:10872;top:-305;width:651;height:2" coordorigin="10872,-305" coordsize="651,0" path="m10872,-305l11523,-305e" filled="f" stroked="t" strokeweight=".666667pt" strokecolor="#E6E6E6">
                <v:path arrowok="t"/>
              </v:shape>
            </v:group>
            <v:group style="position:absolute;left:10875;top:-279;width:641;height:2" coordorigin="10875,-279" coordsize="641,2">
              <v:shape style="position:absolute;left:10875;top:-279;width:641;height:2" coordorigin="10875,-279" coordsize="641,0" path="m10879,-279l11520,-279e" filled="f" stroked="t" strokeweight=".666667pt" strokecolor="#E6E6E6">
                <v:path arrowok="t"/>
              </v:shape>
            </v:group>
            <v:group style="position:absolute;left:11520;top:-292;width:2;height:328" coordorigin="11520,-292" coordsize="2,328">
              <v:shape style="position:absolute;left:11520;top:-292;width:2;height:328" coordorigin="11520,-292" coordsize="0,328" path="m11520,-272l11520,56e" filled="f" stroked="t" strokeweight=".5pt" strokecolor="#FFFFFF">
                <v:path arrowok="t"/>
              </v:shape>
            </v:group>
            <v:group style="position:absolute;left:10875;top:23;width:641;height:2" coordorigin="10875,23" coordsize="641,2">
              <v:shape style="position:absolute;left:10875;top:23;width:641;height:2" coordorigin="10875,23" coordsize="641,0" path="m10879,23l11520,23e" filled="f" stroked="t" strokeweight=".666667pt" strokecolor="#E6E6E6">
                <v:path arrowok="t"/>
              </v:shape>
            </v:group>
            <v:group style="position:absolute;left:720;top:49;width:10800;height:2" coordorigin="720,49" coordsize="10800,2">
              <v:shape style="position:absolute;left:720;top:49;width:10800;height:2" coordorigin="720,49" coordsize="10800,0" path="m720,49l11520,49e" filled="f" stroked="t" strokeweight=".66679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4" w:after="0" w:line="184" w:lineRule="exact"/>
        <w:ind w:left="5" w:right="-69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3"/>
        </w:rPr>
        <w:t>Created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5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</w:p>
    <w:p>
      <w:pPr>
        <w:spacing w:before="46" w:after="0" w:line="183" w:lineRule="exact"/>
        <w:ind w:left="5" w:right="-69"/>
        <w:jc w:val="left"/>
        <w:tabs>
          <w:tab w:pos="13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Complet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1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213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649994pt;margin-top:-8.737793pt;width:35.299999pt;height:14.4pt;mso-position-horizontal-relative:page;mso-position-vertical-relative:paragraph;z-index:-1062" type="#_x0000_t202" filled="f" stroked="f">
            <v:textbox inset="0,0,0,0">
              <w:txbxContent>
                <w:p>
                  <w:pPr>
                    <w:spacing w:before="62" w:after="0" w:line="240" w:lineRule="auto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ed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.494915pt;width:7.2pt;height:7.2pt;mso-position-horizontal-relative:page;mso-position-vertical-relative:paragraph;z-index:-1058" type="#_x0000_t75">
            <v:imagedata r:id="rId24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Jan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26,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Locked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4" w:equalWidth="0">
            <w:col w:w="6987" w:space="125"/>
            <w:col w:w="1100" w:space="196"/>
            <w:col w:w="1688" w:space="261"/>
            <w:col w:w="523"/>
          </w:cols>
        </w:sectPr>
      </w:pPr>
      <w:rPr/>
    </w:p>
    <w:p>
      <w:pPr>
        <w:spacing w:before="0" w:after="0" w:line="123" w:lineRule="exact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3200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35pt;margin-top:-7.205206pt;width:540.250127pt;height:.500269pt;mso-position-horizontal-relative:page;mso-position-vertical-relative:paragraph;z-index:-1059" coordorigin="717,-144" coordsize="10805,10">
            <v:group style="position:absolute;left:720;top:-142;width:10800;height:2" coordorigin="720,-142" coordsize="10800,2">
              <v:shape style="position:absolute;left:720;top:-142;width:10800;height:2" coordorigin="720,-142" coordsize="10800,0" path="m720,-142l11520,-142e" filled="f" stroked="t" strokeweight=".250127pt" strokecolor="#DFDFDF">
                <v:path arrowok="t"/>
              </v:shape>
            </v:group>
            <v:group style="position:absolute;left:720;top:-137;width:10800;height:2" coordorigin="720,-137" coordsize="10800,2">
              <v:shape style="position:absolute;left:720;top:-137;width:10800;height:2" coordorigin="720,-137" coordsize="10800,0" path="m720,-137l11520,-137e" filled="f" stroked="t" strokeweight=".250117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2309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43pt;margin-top:-7.205061pt;width:540.250117pt;height:.50005pt;mso-position-horizontal-relative:page;mso-position-vertical-relative:paragraph;z-index:-1057" coordorigin="717,-144" coordsize="10805,10">
            <v:group style="position:absolute;left:720;top:-142;width:10800;height:2" coordorigin="720,-142" coordsize="10800,2">
              <v:shape style="position:absolute;left:720;top:-142;width:10800;height:2" coordorigin="720,-142" coordsize="10800,0" path="m720,-142l11520,-142e" filled="f" stroked="t" strokeweight=".250117pt" strokecolor="#DFDFDF">
                <v:path arrowok="t"/>
              </v:shape>
            </v:group>
            <v:group style="position:absolute;left:720;top:-137;width:10800;height:2" coordorigin="720,-137" coordsize="10800,2">
              <v:shape style="position:absolute;left:720;top:-137;width:10800;height:2" coordorigin="720,-137" coordsize="10800,0" path="m720,-137l11520,-137e" filled="f" stroked="t" strokeweight=".250056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3199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0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0" w:after="0" w:line="88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3pt;margin-top:.494939pt;width:540.250056pt;height:.499994pt;mso-position-horizontal-relative:page;mso-position-vertical-relative:paragraph;z-index:-1056" coordorigin="717,10" coordsize="10805,10">
            <v:group style="position:absolute;left:720;top:12;width:10800;height:2" coordorigin="720,12" coordsize="10800,2">
              <v:shape style="position:absolute;left:720;top:12;width:10800;height:2" coordorigin="720,12" coordsize="10800,0" path="m720,12l11520,12e" filled="f" stroked="t" strokeweight=".250056pt" strokecolor="#DFDFDF">
                <v:path arrowok="t"/>
              </v:shape>
            </v:group>
            <v:group style="position:absolute;left:720;top:17;width:10800;height:2" coordorigin="720,17" coordsize="10800,2">
              <v:shape style="position:absolute;left:720;top:17;width:10800;height:2" coordorigin="720,17" coordsize="10800,0" path="m720,17l11520,17e" filled="f" stroked="t" strokeweight=".250005pt" strokecolor="#DFDFD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874966pt;margin-top:5.020112pt;width:540.250066pt;height:18.074815pt;mso-position-horizontal-relative:page;mso-position-vertical-relative:paragraph;z-index:-1055" coordorigin="717,100" coordsize="10805,361">
            <v:group style="position:absolute;left:720;top:454;width:10800;height:2" coordorigin="720,454" coordsize="10800,2">
              <v:shape style="position:absolute;left:720;top:454;width:10800;height:2" coordorigin="720,454" coordsize="10800,0" path="m720,454l11520,454e" filled="f" stroked="t" strokeweight=".250005pt" strokecolor="#DFDFDF">
                <v:path arrowok="t"/>
              </v:shape>
            </v:group>
            <v:group style="position:absolute;left:720;top:459;width:10800;height:2" coordorigin="720,459" coordsize="10800,2">
              <v:shape style="position:absolute;left:720;top:459;width:10800;height:2" coordorigin="720,459" coordsize="10800,0" path="m720,459l11520,459e" filled="f" stroked="t" strokeweight=".250066pt" strokecolor="#DFDFDF">
                <v:path arrowok="t"/>
              </v:shape>
            </v:group>
            <v:group style="position:absolute;left:10185;top:106;width:348;height:348" coordorigin="10185,106" coordsize="348,348">
              <v:shape style="position:absolute;left:10185;top:106;width:348;height:348" coordorigin="10185,106" coordsize="348,348" path="m10525,106l10194,106,10185,115,10185,446,10194,455,10525,455,10533,446,10533,395,10279,395,10268,395,10263,392,10275,373,10280,354,10236,303,10224,269,10226,248,10259,198,10320,169,10345,166,10533,166,10533,115,10525,106e" filled="t" fillcolor="#FFFF00" stroked="f">
                <v:path arrowok="t"/>
                <v:fill/>
              </v:shape>
              <v:shape style="position:absolute;left:10185;top:106;width:348;height:348" coordorigin="10185,106" coordsize="348,348" path="m10351,358l10334,374,10314,385,10295,392,10279,395,10533,395,10533,359,10359,359,10351,358e" filled="t" fillcolor="#FFFF00" stroked="f">
                <v:path arrowok="t"/>
                <v:fill/>
              </v:shape>
              <v:shape style="position:absolute;left:10185;top:106;width:348;height:348" coordorigin="10185,106" coordsize="348,348" path="m10533,166l10345,166,10374,167,10400,172,10462,200,10493,246,10491,268,10462,322,10405,353,10359,359,10533,359,10533,166e" filled="t" fillcolor="#FFFF00" stroked="f">
                <v:path arrowok="t"/>
                <v:fill/>
              </v:shape>
            </v:group>
            <v:group style="position:absolute;left:10224;top:166;width:269;height:230" coordorigin="10224,166" coordsize="269,230">
              <v:shape style="position:absolute;left:10224;top:166;width:269;height:230" coordorigin="10224,166" coordsize="269,230" path="m10359,359l10356,359,10354,358,10351,358,10334,374,10314,385,10295,392,10279,395,10268,395,10263,392,10275,373,10280,354,10236,303,10224,269,10226,248,10259,198,10320,169,10345,166,10374,167,10445,188,10493,246,10491,268,10462,322,10405,353,10381,357e" filled="f" stroked="t" strokeweight=".59pt" strokecolor="#000000">
                <v:path arrowok="t"/>
              </v:shape>
            </v:group>
            <v:group style="position:absolute;left:10185;top:106;width:348;height:348" coordorigin="10185,106" coordsize="348,348">
              <v:shape style="position:absolute;left:10185;top:106;width:348;height:348" coordorigin="10185,106" coordsize="348,348" path="m10514,106l10204,106,10194,106,10185,115,10185,126,10185,435,10185,446,10194,455,10204,455,10514,455,10525,455,10533,446,10533,435,10533,126,10533,115,10525,106,10514,106xe" filled="f" stroked="t" strokeweight=".5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Component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23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</w:p>
    <w:p>
      <w:pPr>
        <w:spacing w:before="6" w:after="0" w:line="256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7" w:after="0" w:line="88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 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VHAISDILUSTL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14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Passed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2" w:lineRule="auto"/>
        <w:ind w:right="215" w:firstLine="648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6,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25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            </w:t>
      </w:r>
    </w:p>
    <w:p>
      <w:pPr>
        <w:spacing w:before="0" w:after="0" w:line="102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2" w:lineRule="auto"/>
        <w:ind w:right="215" w:firstLine="648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Jan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26,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26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VHAISDILUSTL</w:t>
      </w:r>
    </w:p>
    <w:p>
      <w:pPr>
        <w:spacing w:before="0" w:after="0" w:line="102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spacing w:before="2" w:after="0" w:line="440" w:lineRule="atLeast"/>
        <w:ind w:right="234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6" w:equalWidth="0">
            <w:col w:w="500" w:space="132"/>
            <w:col w:w="1721" w:space="223"/>
            <w:col w:w="261" w:space="4275"/>
            <w:col w:w="574" w:space="74"/>
            <w:col w:w="1697" w:space="895"/>
            <w:col w:w="528"/>
          </w:cols>
        </w:sectPr>
      </w:pPr>
      <w:rPr/>
    </w:p>
    <w:p>
      <w:pPr>
        <w:spacing w:before="56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3200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3429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56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20100311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87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Testing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56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Draft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259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,</w:t>
      </w:r>
    </w:p>
    <w:p>
      <w:pPr>
        <w:spacing w:before="0" w:after="0" w:line="8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Lucy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VHAISDILU</w:t>
      </w:r>
      <w:r>
        <w:rPr>
          <w:rFonts w:ascii="Arial" w:hAnsi="Arial" w:cs="Arial" w:eastAsia="Arial"/>
          <w:sz w:val="12"/>
          <w:szCs w:val="12"/>
          <w:spacing w:val="-66"/>
          <w:w w:val="100"/>
        </w:rPr>
        <w:t>S</w:t>
      </w:r>
      <w:r>
        <w:rPr>
          <w:rFonts w:ascii="Arial" w:hAnsi="Arial" w:cs="Arial" w:eastAsia="Arial"/>
          <w:sz w:val="12"/>
          <w:szCs w:val="12"/>
          <w:spacing w:val="-21"/>
          <w:w w:val="100"/>
        </w:rPr>
        <w:t>N</w:t>
      </w:r>
      <w:r>
        <w:rPr>
          <w:rFonts w:ascii="Arial" w:hAnsi="Arial" w:cs="Arial" w:eastAsia="Arial"/>
          <w:sz w:val="12"/>
          <w:szCs w:val="12"/>
          <w:spacing w:val="-52"/>
          <w:w w:val="100"/>
        </w:rPr>
        <w:t>T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/</w:t>
      </w:r>
      <w:r>
        <w:rPr>
          <w:rFonts w:ascii="Arial" w:hAnsi="Arial" w:cs="Arial" w:eastAsia="Arial"/>
          <w:sz w:val="12"/>
          <w:szCs w:val="12"/>
          <w:spacing w:val="-61"/>
          <w:w w:val="100"/>
        </w:rPr>
        <w:t>A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L</w:t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125" w:lineRule="auto"/>
        <w:ind w:right="-41" w:firstLine="64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Feb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10,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VHAISDILUSTL</w:t>
      </w:r>
    </w:p>
    <w:p>
      <w:pPr>
        <w:spacing w:before="0" w:after="0" w:line="123" w:lineRule="exact"/>
        <w:ind w:left="148" w:right="154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In</w:t>
      </w:r>
    </w:p>
    <w:p>
      <w:pPr>
        <w:spacing w:before="21" w:after="0" w:line="240" w:lineRule="auto"/>
        <w:ind w:left="-29" w:right="-49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-6.480066pt;width:7.2pt;height:7.2pt;mso-position-horizontal-relative:page;mso-position-vertical-relative:paragraph;z-index:-1054" type="#_x0000_t75">
            <v:imagedata r:id="rId27" o:title=""/>
          </v:shape>
        </w:pict>
      </w:r>
      <w:r>
        <w:rPr/>
        <w:pict>
          <v:shape style="position:absolute;margin-left:483.799988pt;margin-top:15.619933pt;width:7.2pt;height:7.2pt;mso-position-horizontal-relative:page;mso-position-vertical-relative:paragraph;z-index:-1052" type="#_x0000_t75">
            <v:imagedata r:id="rId28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Progress</w:t>
      </w:r>
    </w:p>
    <w:p>
      <w:pPr>
        <w:spacing w:before="5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false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40"/>
          <w:cols w:num="7" w:equalWidth="0">
            <w:col w:w="500" w:space="132"/>
            <w:col w:w="1721" w:space="223"/>
            <w:col w:w="261" w:space="4275"/>
            <w:col w:w="574" w:space="74"/>
            <w:col w:w="1055" w:space="241"/>
            <w:col w:w="481" w:space="815"/>
            <w:col w:w="528"/>
          </w:cols>
        </w:sectPr>
      </w:pPr>
      <w:rPr/>
    </w:p>
    <w:p>
      <w:pPr>
        <w:spacing w:before="18" w:after="0" w:line="240" w:lineRule="auto"/>
        <w:ind w:left="632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844894pt;width:540pt;height:.1pt;mso-position-horizontal-relative:page;mso-position-vertical-relative:paragraph;z-index:-1053" coordorigin="720,177" coordsize="10800,2">
            <v:shape style="position:absolute;left:720;top:177;width:10800;height:2" coordorigin="720,177" coordsize="10800,0" path="m720,177l11520,177e" filled="f" stroked="t" strokeweight=".500066pt" strokecolor="#DFDFDF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2pt;margin-top:454.164978pt;width:180pt;height:120.000015pt;mso-position-horizontal-relative:page;mso-position-vertical-relative:page;z-index:65" type="#_x0000_t202" fillcolor="#FFFF4C" stroked="t" strokeweight=".25pt" strokecolor="#000000">
            <v:textbox inset="0,0,0,0">
              <w:txbxContent>
                <w:p>
                  <w:pPr>
                    <w:spacing w:before="90" w:after="0" w:line="240" w:lineRule="auto"/>
                    <w:ind w:left="40" w:right="-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b/>
                      <w:bCs/>
                      <w:i/>
                    </w:rPr>
                    <w:t>burgerdi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6" w:after="0" w:line="240" w:lineRule="auto"/>
                    <w:ind w:left="40" w:right="2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D:20160218124821-05'00'2/18/2016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11:48:21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  <w:i/>
                    </w:rPr>
                    <w:t>AM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  <w:p>
                  <w:pPr>
                    <w:spacing w:before="18" w:after="0" w:line="250" w:lineRule="auto"/>
                    <w:ind w:left="40" w:right="57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--------------------------------------------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this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shows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In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Progress</w:t>
                  </w:r>
                </w:p>
              </w:txbxContent>
            </v:textbox>
            <v:fill opacity="45875f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(OR*3.0*420)_Dev1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Gold1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8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</w:p>
    <w:p>
      <w:pPr>
        <w:spacing w:before="0" w:after="0" w:line="101" w:lineRule="exact"/>
        <w:ind w:right="-20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sectPr>
      <w:type w:val="continuous"/>
      <w:pgSz w:w="12240" w:h="15840"/>
      <w:pgMar w:top="1360" w:bottom="1160" w:left="620" w:right="740"/>
      <w:cols w:num="3" w:equalWidth="0">
        <w:col w:w="2053" w:space="5059"/>
        <w:col w:w="434" w:space="862"/>
        <w:col w:w="24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11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111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https://your_server.vha.domain.ext:9443/jazz/service/com.ibm.rqm.integration.service.IIntegrationService/resources/VIP+%28QM%29/testsuite/urn:com.ibm.rqm:testsuite:3009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11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111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https://your_server.vha.domain.ext:9443/jazz/service/com.ibm.rqm.integration.service.IIntegrationService/resources/VIP+%28QM%29/testcase/urn:com.ibm.rqm:testcase:90114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11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111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https://your_server.vha.domain.ext:9443/jazz/service/com.ibm.rqm.integration.service.IIntegrationService/resources/VIP+%28QM%29/executionscript/urn:com.ibm.rqm:executionscript:81429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11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610992pt;margin-top:737.782104pt;width:284.780013pt;height:17.6pt;mso-position-horizontal-relative:page;mso-position-vertical-relative:page;z-index:-1109" type="#_x0000_t202" filled="f" stroked="f">
          <v:textbox inset="0,0,0,0">
            <w:txbxContent>
              <w:p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resources/VIP+%28QM%29/suiteexecutionrecord/urn:com.ibm.rqm:suiteexecutionrecord:106589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footer" Target="footer2.xml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footer" Target="footer3.xml"/><Relationship Id="rId19" Type="http://schemas.openxmlformats.org/officeDocument/2006/relationships/image" Target="media/image12.png"/><Relationship Id="rId20" Type="http://schemas.openxmlformats.org/officeDocument/2006/relationships/footer" Target="footer4.xml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2016-04-19T14:16:27Z</dcterms:created>
  <dcterms:modified xsi:type="dcterms:W3CDTF">2016-04-19T14:16:27Z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2016-02-12T00:00:00Z</vt:filetime>
  </property>
  <property fmtid="{D5CDD505-2E9C-101B-9397-08002B2CF9AE}" pid="3" name="LastSaved">
    <vt:filetime>2016-04-19T00:00:00Z</vt:filetime>
  </property>
</Properties>
</file>